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E2E" w:rsidRPr="007D2009" w:rsidRDefault="00F503D9" w:rsidP="008F0E2E">
      <w:pPr>
        <w:rPr>
          <w:i/>
          <w:vanish/>
          <w:lang w:val="en-GB"/>
        </w:rPr>
      </w:pPr>
      <w:r w:rsidRPr="007D2009">
        <w:rPr>
          <w:i/>
          <w:vanish/>
          <w:lang w:val="en-GB"/>
        </w:rPr>
        <w:t>Press Release</w:t>
      </w:r>
    </w:p>
    <w:p w:rsidR="00B71DF0" w:rsidRPr="00F15624" w:rsidRDefault="00F15624" w:rsidP="00804534">
      <w:pPr>
        <w:pStyle w:val="Sansinterligne"/>
        <w:jc w:val="both"/>
        <w:rPr>
          <w:rFonts w:ascii="Times New Roman" w:hAnsi="Times New Roman" w:cs="Times New Roman"/>
          <w:i/>
          <w:sz w:val="24"/>
          <w:lang w:val="en-US"/>
        </w:rPr>
      </w:pPr>
      <w:r>
        <w:rPr>
          <w:rFonts w:ascii="Times New Roman" w:hAnsi="Times New Roman" w:cs="Times New Roman"/>
          <w:i/>
          <w:sz w:val="24"/>
          <w:lang w:val="en-US"/>
        </w:rPr>
        <w:t>Press Release</w:t>
      </w:r>
    </w:p>
    <w:p w:rsidR="00804534" w:rsidRPr="00DD23BE" w:rsidRDefault="00B71DF0" w:rsidP="00804534">
      <w:pPr>
        <w:pStyle w:val="Sansinterligne"/>
        <w:jc w:val="both"/>
        <w:rPr>
          <w:rFonts w:ascii="Times New Roman" w:hAnsi="Times New Roman" w:cs="Times New Roman"/>
          <w:i/>
          <w:sz w:val="24"/>
          <w:lang w:val="en-US"/>
        </w:rPr>
      </w:pPr>
      <w:r w:rsidRPr="00DD23BE">
        <w:rPr>
          <w:rFonts w:ascii="Times New Roman" w:hAnsi="Times New Roman" w:cs="Times New Roman"/>
          <w:i/>
          <w:sz w:val="24"/>
          <w:lang w:val="en-US"/>
        </w:rPr>
        <w:t xml:space="preserve">1 </w:t>
      </w:r>
      <w:r w:rsidR="00F15624">
        <w:rPr>
          <w:rFonts w:ascii="Times New Roman" w:hAnsi="Times New Roman" w:cs="Times New Roman"/>
          <w:i/>
          <w:sz w:val="24"/>
          <w:lang w:val="en-US"/>
        </w:rPr>
        <w:t>September</w:t>
      </w:r>
      <w:r w:rsidRPr="00DD23BE">
        <w:rPr>
          <w:rFonts w:ascii="Times New Roman" w:hAnsi="Times New Roman" w:cs="Times New Roman"/>
          <w:i/>
          <w:sz w:val="24"/>
          <w:lang w:val="en-US"/>
        </w:rPr>
        <w:t xml:space="preserve"> </w:t>
      </w:r>
      <w:r w:rsidR="00804534" w:rsidRPr="00DD23BE">
        <w:rPr>
          <w:rFonts w:ascii="Times New Roman" w:hAnsi="Times New Roman" w:cs="Times New Roman"/>
          <w:i/>
          <w:sz w:val="24"/>
          <w:lang w:val="en-US"/>
        </w:rPr>
        <w:t>201</w:t>
      </w:r>
      <w:r w:rsidR="002B0E58" w:rsidRPr="00DD23BE">
        <w:rPr>
          <w:rFonts w:ascii="Times New Roman" w:hAnsi="Times New Roman" w:cs="Times New Roman"/>
          <w:i/>
          <w:sz w:val="24"/>
          <w:lang w:val="en-US"/>
        </w:rPr>
        <w:t>5</w:t>
      </w:r>
    </w:p>
    <w:p w:rsidR="00804534" w:rsidRPr="00DD23BE" w:rsidRDefault="00804534" w:rsidP="00804534">
      <w:pPr>
        <w:pStyle w:val="Sansinterligne"/>
        <w:jc w:val="both"/>
        <w:rPr>
          <w:rFonts w:ascii="Times New Roman" w:hAnsi="Times New Roman" w:cs="Times New Roman"/>
          <w:i/>
          <w:sz w:val="24"/>
          <w:lang w:val="en-US"/>
        </w:rPr>
      </w:pPr>
    </w:p>
    <w:p w:rsidR="00B71DF0" w:rsidRPr="00DD23BE" w:rsidRDefault="00B71DF0" w:rsidP="00B71DF0">
      <w:pPr>
        <w:pStyle w:val="Sansinterligne"/>
        <w:jc w:val="both"/>
        <w:rPr>
          <w:rFonts w:ascii="Times New Roman" w:hAnsi="Times New Roman" w:cs="Times New Roman"/>
          <w:i/>
          <w:szCs w:val="22"/>
          <w:lang w:val="en-US"/>
        </w:rPr>
      </w:pPr>
    </w:p>
    <w:p w:rsidR="00B71DF0" w:rsidRPr="00DD23BE" w:rsidRDefault="00B71DF0" w:rsidP="00B71DF0">
      <w:pPr>
        <w:rPr>
          <w:rFonts w:eastAsia="Calibri"/>
          <w:b/>
          <w:color w:val="C00000"/>
          <w:sz w:val="22"/>
          <w:szCs w:val="22"/>
          <w:u w:val="single"/>
          <w:lang w:val="en-US" w:eastAsia="en-US"/>
        </w:rPr>
      </w:pPr>
    </w:p>
    <w:p w:rsidR="00B71DF0" w:rsidRPr="00DD23BE" w:rsidRDefault="00DD23BE" w:rsidP="00B71DF0">
      <w:pPr>
        <w:jc w:val="center"/>
        <w:rPr>
          <w:rFonts w:eastAsia="Calibri"/>
          <w:b/>
          <w:color w:val="C00000"/>
          <w:sz w:val="22"/>
          <w:szCs w:val="22"/>
          <w:u w:val="single"/>
          <w:lang w:val="en-US" w:eastAsia="en-US"/>
        </w:rPr>
      </w:pPr>
      <w:r>
        <w:rPr>
          <w:rFonts w:eastAsia="Calibri"/>
          <w:b/>
          <w:color w:val="C00000"/>
          <w:sz w:val="22"/>
          <w:szCs w:val="22"/>
          <w:u w:val="single"/>
          <w:lang w:val="en-US" w:eastAsia="en-US"/>
        </w:rPr>
        <w:t xml:space="preserve">O’KEY GROUP STREAMLINES ITS REAL ESTATE PORTFOLIO </w:t>
      </w:r>
    </w:p>
    <w:p w:rsidR="00B71DF0" w:rsidRPr="00DD23BE" w:rsidRDefault="00B71DF0" w:rsidP="00B71DF0">
      <w:pPr>
        <w:jc w:val="both"/>
        <w:rPr>
          <w:rFonts w:eastAsia="Calibri"/>
          <w:b/>
          <w:color w:val="C00000"/>
          <w:sz w:val="22"/>
          <w:szCs w:val="22"/>
          <w:u w:val="single"/>
          <w:lang w:val="en-US" w:eastAsia="en-US"/>
        </w:rPr>
      </w:pPr>
    </w:p>
    <w:p w:rsidR="00F15624" w:rsidRPr="00F15624" w:rsidRDefault="00F15624" w:rsidP="00F15624">
      <w:pPr>
        <w:autoSpaceDE w:val="0"/>
        <w:autoSpaceDN w:val="0"/>
        <w:adjustRightInd w:val="0"/>
        <w:rPr>
          <w:color w:val="000000"/>
          <w:lang w:val="en-US" w:eastAsia="en-US"/>
        </w:rPr>
      </w:pPr>
    </w:p>
    <w:p w:rsidR="00DD23BE" w:rsidRDefault="00F15624" w:rsidP="00F15624">
      <w:pPr>
        <w:jc w:val="both"/>
        <w:rPr>
          <w:rFonts w:eastAsia="Times New Roman"/>
          <w:lang w:val="en-US" w:eastAsia="en-GB"/>
        </w:rPr>
      </w:pPr>
      <w:r w:rsidRPr="00F15624">
        <w:rPr>
          <w:rFonts w:eastAsia="Times New Roman"/>
          <w:lang w:val="en-US" w:eastAsia="en-GB"/>
        </w:rPr>
        <w:t xml:space="preserve">O’KEY Group S.A (LSE: OKEY), one of the leading Russian food retailers, </w:t>
      </w:r>
      <w:bookmarkStart w:id="0" w:name="_GoBack"/>
      <w:bookmarkEnd w:id="0"/>
      <w:r>
        <w:rPr>
          <w:rFonts w:eastAsia="Times New Roman"/>
          <w:lang w:val="en-US" w:eastAsia="en-GB"/>
        </w:rPr>
        <w:t xml:space="preserve">has finalized the sale of three </w:t>
      </w:r>
      <w:r w:rsidRPr="00F15624">
        <w:rPr>
          <w:rFonts w:eastAsia="Times New Roman"/>
          <w:lang w:val="en-US" w:eastAsia="en-GB"/>
        </w:rPr>
        <w:t xml:space="preserve">land plots and three </w:t>
      </w:r>
      <w:r>
        <w:rPr>
          <w:rFonts w:eastAsia="Times New Roman"/>
          <w:lang w:val="en-US" w:eastAsia="en-GB"/>
        </w:rPr>
        <w:t>stores</w:t>
      </w:r>
      <w:r w:rsidRPr="00F15624">
        <w:rPr>
          <w:rFonts w:eastAsia="Times New Roman"/>
          <w:lang w:val="en-US" w:eastAsia="en-GB"/>
        </w:rPr>
        <w:t xml:space="preserve"> </w:t>
      </w:r>
      <w:r w:rsidRPr="00F15624">
        <w:rPr>
          <w:rFonts w:eastAsia="Times New Roman"/>
          <w:lang w:val="en-US" w:eastAsia="en-GB"/>
        </w:rPr>
        <w:t xml:space="preserve">under construction to Lenta. </w:t>
      </w:r>
    </w:p>
    <w:p w:rsidR="00F15624" w:rsidRPr="00F15624" w:rsidRDefault="00F15624" w:rsidP="00F15624">
      <w:pPr>
        <w:jc w:val="both"/>
        <w:rPr>
          <w:sz w:val="22"/>
          <w:szCs w:val="22"/>
          <w:lang w:val="en-US" w:eastAsia="en-US"/>
        </w:rPr>
      </w:pPr>
    </w:p>
    <w:p w:rsidR="00F15624" w:rsidRPr="00F15624" w:rsidRDefault="00F15624" w:rsidP="00F15624">
      <w:pPr>
        <w:jc w:val="both"/>
        <w:rPr>
          <w:rFonts w:eastAsia="Times New Roman"/>
          <w:lang w:val="en-US" w:eastAsia="en-GB"/>
        </w:rPr>
      </w:pPr>
      <w:r w:rsidRPr="00F15624">
        <w:rPr>
          <w:rFonts w:eastAsia="Times New Roman"/>
          <w:lang w:val="en-US" w:eastAsia="en-GB"/>
        </w:rPr>
        <w:t xml:space="preserve">Heigo Kera, CEO of O’KEY Group, said: </w:t>
      </w:r>
      <w:r w:rsidRPr="00F15624">
        <w:rPr>
          <w:rFonts w:eastAsia="Times New Roman"/>
          <w:lang w:val="en-US" w:eastAsia="en-GB"/>
        </w:rPr>
        <w:t>"</w:t>
      </w:r>
      <w:r w:rsidRPr="00F15624">
        <w:rPr>
          <w:rFonts w:eastAsia="Times New Roman"/>
          <w:lang w:val="en-US" w:eastAsia="en-GB"/>
        </w:rPr>
        <w:t xml:space="preserve">As part of our investment portfolio revision, we are divesting of the cities that are not</w:t>
      </w:r>
      <w:r w:rsidRPr="00F15624">
        <w:rPr>
          <w:rFonts w:eastAsia="Times New Roman"/>
          <w:lang w:val="en-US" w:eastAsia="en-GB"/>
        </w:rPr>
        <w:t xml:space="preserve"> </w:t>
      </w:r>
      <w:r w:rsidRPr="00F15624">
        <w:rPr>
          <w:rFonts w:eastAsia="Times New Roman"/>
          <w:lang w:val="en-US" w:eastAsia="en-GB"/>
        </w:rPr>
        <w:t xml:space="preserve">a </w:t>
      </w:r>
      <w:r w:rsidR="00DD23BE">
        <w:rPr>
          <w:rFonts w:eastAsia="Times New Roman"/>
          <w:lang w:val="en-US" w:eastAsia="en-GB"/>
        </w:rPr>
        <w:t xml:space="preserve">top </w:t>
      </w:r>
      <w:r w:rsidRPr="00F15624">
        <w:rPr>
          <w:rFonts w:eastAsia="Times New Roman"/>
          <w:lang w:val="en-US" w:eastAsia="en-GB"/>
        </w:rPr>
        <w:t>priority</w:t>
      </w:r>
      <w:r w:rsidRPr="00F15624">
        <w:rPr>
          <w:rFonts w:eastAsia="Times New Roman"/>
          <w:lang w:val="en-US" w:eastAsia="en-GB"/>
        </w:rPr>
        <w:t xml:space="preserve"> </w:t>
      </w:r>
      <w:r w:rsidRPr="00F15624">
        <w:rPr>
          <w:rFonts w:eastAsia="Times New Roman"/>
          <w:lang w:val="en-US" w:eastAsia="en-GB"/>
        </w:rPr>
        <w:t xml:space="preserve">for O’KEY in </w:t>
      </w:r>
      <w:r w:rsidR="00DD23BE">
        <w:rPr>
          <w:rFonts w:eastAsia="Times New Roman"/>
          <w:lang w:val="en-US" w:eastAsia="en-GB"/>
        </w:rPr>
        <w:t xml:space="preserve">the </w:t>
      </w:r>
      <w:r w:rsidRPr="00F15624">
        <w:rPr>
          <w:rFonts w:eastAsia="Times New Roman"/>
          <w:lang w:val="en-US" w:eastAsia="en-GB"/>
        </w:rPr>
        <w:t xml:space="preserve">longer term, redirecting financial means to</w:t>
      </w:r>
      <w:r w:rsidRPr="00F15624">
        <w:rPr>
          <w:rFonts w:eastAsia="Times New Roman"/>
          <w:lang w:val="en-US" w:eastAsia="en-GB"/>
        </w:rPr>
        <w:t xml:space="preserve"> accelerate the development of</w:t>
      </w:r>
      <w:r w:rsidRPr="00F15624">
        <w:rPr>
          <w:rFonts w:eastAsia="Times New Roman"/>
          <w:lang w:val="en-US" w:eastAsia="en-GB"/>
        </w:rPr>
        <w:t xml:space="preserve"> the most promising </w:t>
      </w:r>
      <w:r w:rsidR="00DD23BE">
        <w:rPr>
          <w:rFonts w:eastAsia="Times New Roman"/>
          <w:lang w:val="en-US" w:eastAsia="en-GB"/>
        </w:rPr>
        <w:t>projects</w:t>
      </w:r>
      <w:r w:rsidR="00DD23BE" w:rsidRPr="00F15624">
        <w:rPr>
          <w:rFonts w:eastAsia="Times New Roman"/>
          <w:lang w:val="en-US" w:eastAsia="en-GB"/>
        </w:rPr>
        <w:t xml:space="preserve"> </w:t>
      </w:r>
      <w:r w:rsidR="00DD23BE">
        <w:rPr>
          <w:rFonts w:eastAsia="Times New Roman"/>
          <w:lang w:val="en-US" w:eastAsia="en-GB"/>
        </w:rPr>
        <w:t xml:space="preserve">and geographies.</w:t>
      </w:r>
      <w:r w:rsidRPr="00F15624">
        <w:rPr>
          <w:rFonts w:eastAsia="Times New Roman"/>
          <w:lang w:val="en-US" w:eastAsia="en-GB"/>
        </w:rPr>
        <w:t xml:space="preserve">"</w:t>
      </w:r>
    </w:p>
    <w:p w:rsidR="00EB3BBC" w:rsidRPr="00F15624" w:rsidRDefault="00F15624" w:rsidP="00EB3BBC">
      <w:pPr>
        <w:jc w:val="both"/>
        <w:rPr>
          <w:rFonts w:eastAsia="Times New Roman"/>
          <w:lang w:val="en-US" w:eastAsia="en-GB"/>
        </w:rPr>
      </w:pPr>
      <w:r>
        <w:rPr>
          <w:rFonts w:ascii="Arial" w:hAnsi="Arial" w:cs="Arial"/>
          <w:color w:val="222222"/>
          <w:lang w:val="en"/>
        </w:rPr>
        <w:br/>
      </w:r>
      <w:r w:rsidRPr="00F15624">
        <w:rPr>
          <w:rFonts w:eastAsia="Times New Roman"/>
          <w:lang w:val="en-US" w:eastAsia="en-GB"/>
        </w:rPr>
        <w:t>The proceeds</w:t>
      </w:r>
      <w:r w:rsidRPr="00F15624">
        <w:rPr>
          <w:rFonts w:eastAsia="Times New Roman"/>
          <w:lang w:val="en-US" w:eastAsia="en-GB"/>
        </w:rPr>
        <w:t xml:space="preserve"> </w:t>
      </w:r>
      <w:r w:rsidRPr="00F15624">
        <w:rPr>
          <w:rFonts w:eastAsia="Times New Roman"/>
          <w:lang w:val="en-US" w:eastAsia="en-GB"/>
        </w:rPr>
        <w:t xml:space="preserve">will be used to optimize the Company’s debt.  </w:t>
      </w:r>
    </w:p>
    <w:p w:rsidR="00804534" w:rsidRPr="00A52098" w:rsidRDefault="00804534" w:rsidP="00804534">
      <w:pPr>
        <w:pStyle w:val="Sansinterligne"/>
        <w:jc w:val="both"/>
        <w:rPr>
          <w:rFonts w:ascii="Times New Roman" w:hAnsi="Times New Roman" w:cs="Times New Roman"/>
          <w:b/>
          <w:i/>
          <w:color w:val="C00000"/>
          <w:sz w:val="24"/>
        </w:rPr>
      </w:pPr>
      <w:r w:rsidRPr="00A52098">
        <w:rPr>
          <w:rFonts w:ascii="Times New Roman" w:hAnsi="Times New Roman" w:cs="Times New Roman"/>
          <w:b/>
          <w:i/>
          <w:color w:val="C00000"/>
          <w:sz w:val="24"/>
        </w:rPr>
        <w:t>_______________________________________________________</w:t>
      </w:r>
      <w:r w:rsidR="00C74261" w:rsidRPr="00A52098">
        <w:rPr>
          <w:rFonts w:ascii="Times New Roman" w:hAnsi="Times New Roman" w:cs="Times New Roman"/>
          <w:b/>
          <w:i/>
          <w:color w:val="C00000"/>
          <w:sz w:val="24"/>
        </w:rPr>
        <w:t>_________________________</w:t>
      </w:r>
    </w:p>
    <w:p w:rsidR="00804534" w:rsidRPr="00F15624" w:rsidRDefault="00F15624" w:rsidP="00804534">
      <w:pPr>
        <w:pStyle w:val="Sansinterligne"/>
        <w:jc w:val="both"/>
        <w:rPr>
          <w:rFonts w:ascii="Times New Roman" w:hAnsi="Times New Roman" w:cs="Times New Roman"/>
          <w:color w:val="C00000"/>
          <w:sz w:val="24"/>
          <w:lang w:val="en-US"/>
        </w:rPr>
      </w:pPr>
      <w:r>
        <w:rPr>
          <w:rFonts w:ascii="Times New Roman" w:hAnsi="Times New Roman" w:cs="Times New Roman"/>
          <w:color w:val="C00000"/>
          <w:sz w:val="24"/>
          <w:lang w:val="en-US"/>
        </w:rPr>
        <w:t>COMPANY OVERVIEW</w:t>
      </w:r>
    </w:p>
    <w:p w:rsidR="00D90988" w:rsidRPr="00DD23BE" w:rsidRDefault="00DD23BE" w:rsidP="00D90988">
      <w:pPr>
        <w:spacing w:before="120"/>
        <w:jc w:val="both"/>
        <w:rPr>
          <w:rFonts w:eastAsia="Times New Roman"/>
          <w:sz w:val="20"/>
          <w:szCs w:val="20"/>
          <w:lang w:val="en-US" w:eastAsia="en-GB"/>
        </w:rPr>
      </w:pPr>
      <w:r w:rsidRPr="00DD23BE">
        <w:rPr>
          <w:rFonts w:eastAsia="Times New Roman"/>
          <w:sz w:val="20"/>
          <w:szCs w:val="20"/>
          <w:lang w:val="en-US" w:eastAsia="en-GB"/>
        </w:rPr>
        <w:t xml:space="preserve">O’KEY is one of the largest retail chains in Russia. Its primary retail format is the modern Western European style hypermarket reinforced by O’KEY supermarkets and DA! discounters. The </w:t>
      </w:r>
      <w:r>
        <w:rPr>
          <w:rFonts w:eastAsia="Times New Roman"/>
          <w:sz w:val="20"/>
          <w:szCs w:val="20"/>
          <w:lang w:val="en-US" w:eastAsia="en-GB"/>
        </w:rPr>
        <w:t>Group</w:t>
      </w:r>
      <w:r w:rsidRPr="00DD23BE">
        <w:rPr>
          <w:rFonts w:eastAsia="Times New Roman"/>
          <w:sz w:val="20"/>
          <w:szCs w:val="20"/>
          <w:lang w:val="en-US" w:eastAsia="en-GB"/>
        </w:rPr>
        <w:t>’s e-commerce agenda is driven by its online store</w:t>
      </w:r>
      <w:r w:rsidR="00D90988" w:rsidRPr="00DD23BE">
        <w:rPr>
          <w:rFonts w:eastAsia="Times New Roman"/>
          <w:sz w:val="20"/>
          <w:szCs w:val="20"/>
          <w:lang w:val="en-US" w:eastAsia="en-GB"/>
        </w:rPr>
        <w:t xml:space="preserve">. </w:t>
      </w:r>
    </w:p>
    <w:p w:rsidR="009850CF" w:rsidRPr="00DD23BE" w:rsidRDefault="009850CF" w:rsidP="00AF6476">
      <w:pPr>
        <w:pStyle w:val="Sansinterligne"/>
        <w:jc w:val="both"/>
        <w:rPr>
          <w:rFonts w:ascii="Times New Roman" w:hAnsi="Times New Roman" w:cs="Times New Roman"/>
          <w:color w:val="000000"/>
          <w:sz w:val="20"/>
          <w:szCs w:val="20"/>
          <w:lang w:val="en-US"/>
        </w:rPr>
      </w:pPr>
    </w:p>
    <w:p w:rsidR="00536096" w:rsidRPr="00DD23BE" w:rsidRDefault="00536096" w:rsidP="00536096">
      <w:pPr>
        <w:pStyle w:val="Sansinterligne"/>
        <w:jc w:val="both"/>
        <w:rPr>
          <w:rFonts w:ascii="Times New Roman" w:eastAsia="Times New Roman" w:hAnsi="Times New Roman" w:cs="Times New Roman"/>
          <w:sz w:val="20"/>
          <w:szCs w:val="20"/>
          <w:lang w:val="en-US" w:eastAsia="en-GB"/>
        </w:rPr>
      </w:pPr>
      <w:r w:rsidRPr="00DD23BE">
        <w:rPr>
          <w:rFonts w:ascii="Times New Roman" w:eastAsia="Times New Roman" w:hAnsi="Times New Roman" w:cs="Times New Roman"/>
          <w:sz w:val="20"/>
          <w:szCs w:val="20"/>
          <w:lang w:val="en-US" w:eastAsia="en-GB"/>
        </w:rPr>
        <w:t>The Group opened its first hypermarket in St. Petersburg in 2002 and has demonstrated continuous growth ever since. As of 30 June 2015, O’KEY operated 113 stores across 29 cities in Russia: 71 hypermarkets with an aggregate selling space of approximately 515,000 m2 and 42 supermarkets with an aggregate trading space of approximately 53,000 m2. As of 30 June 2015, O’KEY employed over 22,000 people</w:t>
      </w:r>
      <w:r w:rsidR="00DD23BE" w:rsidRPr="00DD23BE">
        <w:rPr>
          <w:rFonts w:ascii="Times New Roman" w:eastAsia="Times New Roman" w:hAnsi="Times New Roman" w:cs="Times New Roman"/>
          <w:sz w:val="20"/>
          <w:szCs w:val="20"/>
          <w:lang w:val="en-US" w:eastAsia="en-GB"/>
        </w:rPr>
        <w:t>.</w:t>
      </w:r>
    </w:p>
    <w:p w:rsidR="009850CF" w:rsidRPr="009850CF" w:rsidRDefault="009850CF" w:rsidP="00804534">
      <w:pPr>
        <w:pStyle w:val="Sansinterligne"/>
        <w:jc w:val="both"/>
        <w:rPr>
          <w:rFonts w:ascii="Times New Roman" w:hAnsi="Times New Roman" w:cs="Times New Roman"/>
          <w:color w:val="000000"/>
          <w:sz w:val="24"/>
        </w:rPr>
      </w:pPr>
    </w:p>
    <w:p w:rsidR="00804534" w:rsidRPr="009850CF" w:rsidRDefault="00804534" w:rsidP="00804534">
      <w:pPr>
        <w:pStyle w:val="Sansinterligne"/>
        <w:jc w:val="both"/>
        <w:rPr>
          <w:rFonts w:ascii="Times New Roman" w:hAnsi="Times New Roman" w:cs="Times New Roman"/>
          <w:b/>
          <w:i/>
          <w:color w:val="C00000"/>
          <w:sz w:val="24"/>
        </w:rPr>
      </w:pPr>
      <w:r w:rsidRPr="009850CF">
        <w:rPr>
          <w:rFonts w:ascii="Times New Roman" w:hAnsi="Times New Roman" w:cs="Times New Roman"/>
          <w:b/>
          <w:i/>
          <w:color w:val="C00000"/>
          <w:sz w:val="24"/>
        </w:rPr>
        <w:t>___________________________________________________________</w:t>
      </w:r>
      <w:r w:rsidR="00C74261" w:rsidRPr="009850CF">
        <w:rPr>
          <w:rFonts w:ascii="Times New Roman" w:hAnsi="Times New Roman" w:cs="Times New Roman"/>
          <w:b/>
          <w:i/>
          <w:color w:val="C00000"/>
          <w:sz w:val="24"/>
        </w:rPr>
        <w:t>_____________________</w:t>
      </w:r>
    </w:p>
    <w:p w:rsidR="00804534" w:rsidRPr="00F15624" w:rsidRDefault="00F15624" w:rsidP="00804534">
      <w:pPr>
        <w:pStyle w:val="Sansinterligne"/>
        <w:jc w:val="both"/>
        <w:rPr>
          <w:rFonts w:ascii="Times New Roman" w:eastAsia="Times New Roman" w:hAnsi="Times New Roman" w:cs="Times New Roman"/>
          <w:sz w:val="24"/>
          <w:lang w:val="en-US" w:eastAsia="en-GB"/>
        </w:rPr>
      </w:pPr>
      <w:r w:rsidRPr="00F15624">
        <w:rPr>
          <w:rFonts w:ascii="Times New Roman" w:eastAsia="Times New Roman" w:hAnsi="Times New Roman" w:cs="Times New Roman"/>
          <w:sz w:val="24"/>
          <w:lang w:val="en-US" w:eastAsia="en-GB"/>
        </w:rPr>
        <w:t>For further information please contact</w:t>
      </w:r>
      <w:r w:rsidR="00804534" w:rsidRPr="00F15624">
        <w:rPr>
          <w:rFonts w:ascii="Times New Roman" w:eastAsia="Times New Roman" w:hAnsi="Times New Roman" w:cs="Times New Roman"/>
          <w:sz w:val="24"/>
          <w:lang w:val="en-US" w:eastAsia="en-GB"/>
        </w:rPr>
        <w:t>:</w:t>
      </w:r>
    </w:p>
    <w:p w:rsidR="00CA1867" w:rsidRPr="00F15624" w:rsidRDefault="00CA1867" w:rsidP="00804534">
      <w:pPr>
        <w:pStyle w:val="Sansinterligne"/>
        <w:jc w:val="both"/>
        <w:rPr>
          <w:rFonts w:ascii="Times New Roman" w:hAnsi="Times New Roman" w:cs="Times New Roman"/>
          <w:sz w:val="24"/>
          <w:lang w:val="en-US"/>
        </w:rPr>
      </w:pPr>
    </w:p>
    <w:p w:rsidR="00804534" w:rsidRPr="00F15624" w:rsidRDefault="00F15624" w:rsidP="00804534">
      <w:pPr>
        <w:pStyle w:val="Sansinterligne"/>
        <w:jc w:val="both"/>
        <w:rPr>
          <w:rFonts w:ascii="Times New Roman" w:hAnsi="Times New Roman" w:cs="Times New Roman"/>
          <w:b/>
          <w:sz w:val="24"/>
          <w:lang w:val="en-US"/>
        </w:rPr>
      </w:pPr>
      <w:r>
        <w:rPr>
          <w:rFonts w:ascii="Times New Roman" w:hAnsi="Times New Roman" w:cs="Times New Roman"/>
          <w:b/>
          <w:sz w:val="24"/>
          <w:lang w:val="en-US"/>
        </w:rPr>
        <w:t>Marina Kagan</w:t>
      </w:r>
      <w:r w:rsidR="00804534" w:rsidRPr="00F15624">
        <w:rPr>
          <w:rFonts w:ascii="Times New Roman" w:hAnsi="Times New Roman" w:cs="Times New Roman"/>
          <w:b/>
          <w:sz w:val="24"/>
          <w:lang w:val="en-US"/>
        </w:rPr>
        <w:tab/>
      </w:r>
      <w:r w:rsidR="00804534" w:rsidRPr="00F15624">
        <w:rPr>
          <w:rFonts w:ascii="Times New Roman" w:hAnsi="Times New Roman" w:cs="Times New Roman"/>
          <w:b/>
          <w:sz w:val="24"/>
          <w:lang w:val="en-US"/>
        </w:rPr>
        <w:tab/>
      </w:r>
      <w:r w:rsidR="00804534" w:rsidRPr="00F15624">
        <w:rPr>
          <w:rFonts w:ascii="Times New Roman" w:hAnsi="Times New Roman" w:cs="Times New Roman"/>
          <w:b/>
          <w:sz w:val="24"/>
          <w:lang w:val="en-US"/>
        </w:rPr>
        <w:tab/>
      </w:r>
      <w:r w:rsidR="00804534" w:rsidRPr="00F15624">
        <w:rPr>
          <w:rFonts w:ascii="Times New Roman" w:hAnsi="Times New Roman" w:cs="Times New Roman"/>
          <w:b/>
          <w:sz w:val="24"/>
          <w:lang w:val="en-US"/>
        </w:rPr>
        <w:tab/>
      </w:r>
      <w:r w:rsidR="00804534" w:rsidRPr="00F15624">
        <w:rPr>
          <w:rFonts w:ascii="Times New Roman" w:hAnsi="Times New Roman" w:cs="Times New Roman"/>
          <w:b/>
          <w:sz w:val="24"/>
          <w:lang w:val="en-US"/>
        </w:rPr>
        <w:tab/>
      </w:r>
      <w:r w:rsidR="00804534" w:rsidRPr="00F15624">
        <w:rPr>
          <w:rFonts w:ascii="Times New Roman" w:hAnsi="Times New Roman" w:cs="Times New Roman"/>
          <w:b/>
          <w:sz w:val="24"/>
          <w:lang w:val="en-US"/>
        </w:rPr>
        <w:tab/>
      </w:r>
      <w:r>
        <w:rPr>
          <w:rFonts w:ascii="Times New Roman" w:hAnsi="Times New Roman" w:cs="Times New Roman"/>
          <w:b/>
          <w:sz w:val="24"/>
          <w:lang w:val="en-US"/>
        </w:rPr>
        <w:t>Tatiana Kormiltseva</w:t>
      </w:r>
      <w:r w:rsidR="00365E2A" w:rsidRPr="00F15624">
        <w:rPr>
          <w:rFonts w:ascii="Times New Roman" w:hAnsi="Times New Roman" w:cs="Times New Roman"/>
          <w:b/>
          <w:sz w:val="24"/>
          <w:lang w:val="en-US"/>
        </w:rPr>
        <w:t xml:space="preserve"> </w:t>
      </w:r>
    </w:p>
    <w:p w:rsidR="00804534" w:rsidRPr="00F15624" w:rsidRDefault="00F15624" w:rsidP="00804534">
      <w:pPr>
        <w:pStyle w:val="Sansinterligne"/>
        <w:jc w:val="both"/>
        <w:rPr>
          <w:rFonts w:ascii="Times New Roman" w:hAnsi="Times New Roman" w:cs="Times New Roman"/>
          <w:b/>
          <w:sz w:val="24"/>
          <w:lang w:val="en-US"/>
        </w:rPr>
      </w:pPr>
      <w:r w:rsidRPr="00F15624">
        <w:rPr>
          <w:rFonts w:ascii="Times New Roman" w:hAnsi="Times New Roman" w:cs="Times New Roman"/>
          <w:b/>
          <w:sz w:val="24"/>
          <w:lang w:val="en-US"/>
        </w:rPr>
        <w:t>Head of Corporate Communications and IR</w:t>
      </w:r>
      <w:r w:rsidRPr="00F15624">
        <w:rPr>
          <w:rFonts w:ascii="Times New Roman" w:hAnsi="Times New Roman" w:cs="Times New Roman"/>
          <w:b/>
          <w:sz w:val="24"/>
          <w:lang w:val="en-US"/>
        </w:rPr>
        <w:t xml:space="preserve"> </w:t>
      </w:r>
      <w:r w:rsidR="00804534" w:rsidRPr="00F15624">
        <w:rPr>
          <w:rFonts w:ascii="Times New Roman" w:hAnsi="Times New Roman" w:cs="Times New Roman"/>
          <w:b/>
          <w:sz w:val="24"/>
          <w:lang w:val="en-US"/>
        </w:rPr>
        <w:tab/>
      </w:r>
      <w:r w:rsidR="00804534" w:rsidRPr="00F15624">
        <w:rPr>
          <w:rFonts w:ascii="Times New Roman" w:hAnsi="Times New Roman" w:cs="Times New Roman"/>
          <w:b/>
          <w:sz w:val="24"/>
          <w:lang w:val="en-US"/>
        </w:rPr>
        <w:tab/>
      </w:r>
      <w:r>
        <w:rPr>
          <w:rFonts w:ascii="Times New Roman" w:hAnsi="Times New Roman" w:cs="Times New Roman"/>
          <w:b/>
          <w:sz w:val="24"/>
          <w:lang w:val="en-US"/>
        </w:rPr>
        <w:t>Investor Relations</w:t>
      </w:r>
    </w:p>
    <w:p w:rsidR="00804534" w:rsidRPr="00DB3AD2" w:rsidRDefault="00F15624" w:rsidP="00804534">
      <w:pPr>
        <w:pStyle w:val="Sansinterligne"/>
        <w:jc w:val="both"/>
        <w:rPr>
          <w:rFonts w:ascii="Times New Roman" w:hAnsi="Times New Roman" w:cs="Times New Roman"/>
          <w:b/>
          <w:color w:val="0D0D0D"/>
          <w:sz w:val="24"/>
        </w:rPr>
      </w:pPr>
      <w:r>
        <w:rPr>
          <w:rFonts w:ascii="Times New Roman" w:hAnsi="Times New Roman" w:cs="Times New Roman"/>
          <w:b/>
          <w:color w:val="0D0D0D"/>
          <w:sz w:val="24"/>
          <w:lang w:val="en-US"/>
        </w:rPr>
        <w:t>Tel</w:t>
      </w:r>
      <w:r w:rsidR="009850CF" w:rsidRPr="00DB3AD2">
        <w:rPr>
          <w:rFonts w:ascii="Times New Roman" w:hAnsi="Times New Roman" w:cs="Times New Roman"/>
          <w:b/>
          <w:color w:val="0D0D0D"/>
          <w:sz w:val="24"/>
        </w:rPr>
        <w:t>.: +7(495)</w:t>
      </w:r>
      <w:r w:rsidR="00D90988">
        <w:rPr>
          <w:rFonts w:ascii="Times New Roman" w:hAnsi="Times New Roman" w:cs="Times New Roman"/>
          <w:b/>
          <w:color w:val="0D0D0D"/>
          <w:sz w:val="24"/>
        </w:rPr>
        <w:t xml:space="preserve"> </w:t>
      </w:r>
      <w:r w:rsidR="009850CF" w:rsidRPr="00DB3AD2">
        <w:rPr>
          <w:rFonts w:ascii="Times New Roman" w:hAnsi="Times New Roman" w:cs="Times New Roman"/>
          <w:b/>
          <w:color w:val="0D0D0D"/>
          <w:sz w:val="24"/>
        </w:rPr>
        <w:t xml:space="preserve">663-6677, </w:t>
      </w:r>
      <w:r>
        <w:rPr>
          <w:rFonts w:ascii="Times New Roman" w:hAnsi="Times New Roman" w:cs="Times New Roman"/>
          <w:b/>
          <w:color w:val="0D0D0D"/>
          <w:sz w:val="24"/>
          <w:lang w:val="en-US"/>
        </w:rPr>
        <w:t>ext</w:t>
      </w:r>
      <w:r w:rsidR="009850CF" w:rsidRPr="00DB3AD2">
        <w:rPr>
          <w:rFonts w:ascii="Times New Roman" w:hAnsi="Times New Roman" w:cs="Times New Roman"/>
          <w:b/>
          <w:color w:val="0D0D0D"/>
          <w:sz w:val="24"/>
        </w:rPr>
        <w:t xml:space="preserve">. </w:t>
      </w:r>
      <w:r w:rsidR="002B0E58" w:rsidRPr="00DB3AD2">
        <w:rPr>
          <w:rFonts w:ascii="Times New Roman" w:hAnsi="Times New Roman" w:cs="Times New Roman"/>
          <w:b/>
          <w:color w:val="0D0D0D"/>
          <w:sz w:val="24"/>
        </w:rPr>
        <w:t>127</w:t>
      </w:r>
      <w:r w:rsidR="00804534" w:rsidRPr="00DB3AD2">
        <w:rPr>
          <w:rFonts w:ascii="Times New Roman" w:hAnsi="Times New Roman" w:cs="Times New Roman"/>
          <w:color w:val="0D0D0D"/>
          <w:sz w:val="24"/>
        </w:rPr>
        <w:tab/>
      </w:r>
      <w:r w:rsidR="00804534" w:rsidRPr="00DB3AD2">
        <w:rPr>
          <w:rFonts w:ascii="Times New Roman" w:hAnsi="Times New Roman" w:cs="Times New Roman"/>
          <w:color w:val="0D0D0D"/>
          <w:sz w:val="24"/>
        </w:rPr>
        <w:tab/>
      </w:r>
      <w:r w:rsidR="00804534" w:rsidRPr="00DB3AD2">
        <w:rPr>
          <w:rFonts w:ascii="Times New Roman" w:hAnsi="Times New Roman" w:cs="Times New Roman"/>
          <w:color w:val="0D0D0D"/>
          <w:sz w:val="24"/>
        </w:rPr>
        <w:tab/>
      </w:r>
      <w:r w:rsidR="00804534" w:rsidRPr="00DB3AD2">
        <w:rPr>
          <w:rFonts w:ascii="Times New Roman" w:hAnsi="Times New Roman" w:cs="Times New Roman"/>
          <w:color w:val="0D0D0D"/>
          <w:sz w:val="24"/>
        </w:rPr>
        <w:tab/>
      </w:r>
      <w:r>
        <w:rPr>
          <w:rFonts w:ascii="Times New Roman" w:hAnsi="Times New Roman" w:cs="Times New Roman"/>
          <w:b/>
          <w:color w:val="0D0D0D"/>
          <w:sz w:val="24"/>
          <w:lang w:val="en-US"/>
        </w:rPr>
        <w:t>Tel</w:t>
      </w:r>
      <w:r w:rsidR="00804534" w:rsidRPr="00DB3AD2">
        <w:rPr>
          <w:rFonts w:ascii="Times New Roman" w:hAnsi="Times New Roman" w:cs="Times New Roman"/>
          <w:b/>
          <w:color w:val="0D0D0D"/>
          <w:sz w:val="24"/>
        </w:rPr>
        <w:t>.</w:t>
      </w:r>
      <w:r w:rsidR="009850CF" w:rsidRPr="00DB3AD2">
        <w:rPr>
          <w:rFonts w:ascii="Times New Roman" w:hAnsi="Times New Roman" w:cs="Times New Roman"/>
          <w:b/>
          <w:color w:val="0D0D0D"/>
          <w:sz w:val="24"/>
        </w:rPr>
        <w:t>:</w:t>
      </w:r>
      <w:r w:rsidR="00804534" w:rsidRPr="00DB3AD2">
        <w:rPr>
          <w:rFonts w:ascii="Times New Roman" w:hAnsi="Times New Roman" w:cs="Times New Roman"/>
          <w:b/>
          <w:color w:val="0D0D0D"/>
          <w:sz w:val="24"/>
        </w:rPr>
        <w:t xml:space="preserve"> +7(495)</w:t>
      </w:r>
      <w:r w:rsidR="00D90988">
        <w:rPr>
          <w:rFonts w:ascii="Times New Roman" w:hAnsi="Times New Roman" w:cs="Times New Roman"/>
          <w:b/>
          <w:color w:val="0D0D0D"/>
          <w:sz w:val="24"/>
        </w:rPr>
        <w:t xml:space="preserve"> </w:t>
      </w:r>
      <w:r w:rsidR="00804534" w:rsidRPr="00DB3AD2">
        <w:rPr>
          <w:rFonts w:ascii="Times New Roman" w:hAnsi="Times New Roman" w:cs="Times New Roman"/>
          <w:b/>
          <w:color w:val="0D0D0D"/>
          <w:sz w:val="24"/>
        </w:rPr>
        <w:t xml:space="preserve">663-6677, </w:t>
      </w:r>
      <w:r>
        <w:rPr>
          <w:rFonts w:ascii="Times New Roman" w:hAnsi="Times New Roman" w:cs="Times New Roman"/>
          <w:b/>
          <w:color w:val="0D0D0D"/>
          <w:sz w:val="24"/>
          <w:lang w:val="en-US"/>
        </w:rPr>
        <w:t>ext</w:t>
      </w:r>
      <w:r w:rsidR="00804534" w:rsidRPr="00DB3AD2">
        <w:rPr>
          <w:rFonts w:ascii="Times New Roman" w:hAnsi="Times New Roman" w:cs="Times New Roman"/>
          <w:b/>
          <w:color w:val="0D0D0D"/>
          <w:sz w:val="24"/>
        </w:rPr>
        <w:t xml:space="preserve">. </w:t>
      </w:r>
      <w:r w:rsidR="002B0E58" w:rsidRPr="00DB3AD2">
        <w:rPr>
          <w:rFonts w:ascii="Times New Roman" w:hAnsi="Times New Roman" w:cs="Times New Roman"/>
          <w:b/>
          <w:color w:val="0D0D0D"/>
          <w:sz w:val="24"/>
        </w:rPr>
        <w:t>285</w:t>
      </w:r>
    </w:p>
    <w:p w:rsidR="00804534" w:rsidRPr="00F15624" w:rsidRDefault="00804534" w:rsidP="00804534">
      <w:pPr>
        <w:pStyle w:val="Sansinterligne"/>
        <w:jc w:val="both"/>
        <w:rPr>
          <w:rFonts w:ascii="Times New Roman" w:hAnsi="Times New Roman" w:cs="Times New Roman"/>
          <w:sz w:val="24"/>
        </w:rPr>
      </w:pPr>
      <w:r w:rsidRPr="00A92166">
        <w:rPr>
          <w:rFonts w:ascii="Times New Roman" w:hAnsi="Times New Roman" w:cs="Times New Roman"/>
          <w:sz w:val="24"/>
          <w:lang w:val="en-GB"/>
        </w:rPr>
        <w:t>e</w:t>
      </w:r>
      <w:r w:rsidRPr="00F15624">
        <w:rPr>
          <w:rFonts w:ascii="Times New Roman" w:hAnsi="Times New Roman" w:cs="Times New Roman"/>
          <w:sz w:val="24"/>
        </w:rPr>
        <w:t>-</w:t>
      </w:r>
      <w:r w:rsidRPr="00A92166">
        <w:rPr>
          <w:rFonts w:ascii="Times New Roman" w:hAnsi="Times New Roman" w:cs="Times New Roman"/>
          <w:sz w:val="24"/>
          <w:lang w:val="en-GB"/>
        </w:rPr>
        <w:t>mail</w:t>
      </w:r>
      <w:r w:rsidRPr="00F15624">
        <w:rPr>
          <w:rFonts w:ascii="Times New Roman" w:hAnsi="Times New Roman" w:cs="Times New Roman"/>
          <w:sz w:val="24"/>
        </w:rPr>
        <w:t xml:space="preserve">: </w:t>
      </w:r>
      <w:hyperlink r:id="rId8" w:history="1">
        <w:r w:rsidRPr="00A92166">
          <w:rPr>
            <w:rStyle w:val="a8"/>
            <w:rFonts w:ascii="Times New Roman" w:hAnsi="Times New Roman" w:cs="Times New Roman"/>
            <w:sz w:val="24"/>
            <w:lang w:val="en-GB"/>
          </w:rPr>
          <w:t>ir</w:t>
        </w:r>
        <w:r w:rsidRPr="00F15624">
          <w:rPr>
            <w:rStyle w:val="a8"/>
            <w:rFonts w:ascii="Times New Roman" w:hAnsi="Times New Roman" w:cs="Times New Roman"/>
            <w:sz w:val="24"/>
          </w:rPr>
          <w:t>@</w:t>
        </w:r>
        <w:r w:rsidRPr="00A92166">
          <w:rPr>
            <w:rStyle w:val="a8"/>
            <w:rFonts w:ascii="Times New Roman" w:hAnsi="Times New Roman" w:cs="Times New Roman"/>
            <w:sz w:val="24"/>
            <w:lang w:val="en-GB"/>
          </w:rPr>
          <w:t>okmarket</w:t>
        </w:r>
        <w:r w:rsidRPr="00F15624">
          <w:rPr>
            <w:rStyle w:val="a8"/>
            <w:rFonts w:ascii="Times New Roman" w:hAnsi="Times New Roman" w:cs="Times New Roman"/>
            <w:sz w:val="24"/>
          </w:rPr>
          <w:t>.</w:t>
        </w:r>
        <w:r w:rsidRPr="00A92166">
          <w:rPr>
            <w:rStyle w:val="a8"/>
            <w:rFonts w:ascii="Times New Roman" w:hAnsi="Times New Roman" w:cs="Times New Roman"/>
            <w:sz w:val="24"/>
            <w:lang w:val="en-GB"/>
          </w:rPr>
          <w:t>ru</w:t>
        </w:r>
      </w:hyperlink>
      <w:r w:rsidR="00C74261" w:rsidRPr="00F15624">
        <w:rPr>
          <w:rFonts w:ascii="Times New Roman" w:hAnsi="Times New Roman" w:cs="Times New Roman"/>
          <w:sz w:val="24"/>
        </w:rPr>
        <w:tab/>
      </w:r>
      <w:r w:rsidR="00C74261" w:rsidRPr="00F15624">
        <w:rPr>
          <w:rFonts w:ascii="Times New Roman" w:hAnsi="Times New Roman" w:cs="Times New Roman"/>
          <w:sz w:val="24"/>
        </w:rPr>
        <w:tab/>
      </w:r>
      <w:r w:rsidR="00C74261" w:rsidRPr="00F15624">
        <w:rPr>
          <w:rFonts w:ascii="Times New Roman" w:hAnsi="Times New Roman" w:cs="Times New Roman"/>
          <w:sz w:val="24"/>
        </w:rPr>
        <w:tab/>
      </w:r>
      <w:r w:rsidR="00C74261" w:rsidRPr="00F15624">
        <w:rPr>
          <w:rFonts w:ascii="Times New Roman" w:hAnsi="Times New Roman" w:cs="Times New Roman"/>
          <w:sz w:val="24"/>
        </w:rPr>
        <w:tab/>
      </w:r>
      <w:r w:rsidR="00C74261" w:rsidRPr="00F15624">
        <w:rPr>
          <w:rFonts w:ascii="Times New Roman" w:hAnsi="Times New Roman" w:cs="Times New Roman"/>
          <w:sz w:val="24"/>
        </w:rPr>
        <w:tab/>
      </w:r>
      <w:r w:rsidRPr="00A92166">
        <w:rPr>
          <w:rFonts w:ascii="Times New Roman" w:hAnsi="Times New Roman" w:cs="Times New Roman"/>
          <w:sz w:val="24"/>
          <w:lang w:val="en-GB"/>
        </w:rPr>
        <w:t>e</w:t>
      </w:r>
      <w:r w:rsidRPr="00F15624">
        <w:rPr>
          <w:rFonts w:ascii="Times New Roman" w:hAnsi="Times New Roman" w:cs="Times New Roman"/>
          <w:sz w:val="24"/>
        </w:rPr>
        <w:t>-</w:t>
      </w:r>
      <w:r w:rsidRPr="00A92166">
        <w:rPr>
          <w:rFonts w:ascii="Times New Roman" w:hAnsi="Times New Roman" w:cs="Times New Roman"/>
          <w:sz w:val="24"/>
          <w:lang w:val="en-GB"/>
        </w:rPr>
        <w:t>mail</w:t>
      </w:r>
      <w:r w:rsidRPr="00F15624">
        <w:rPr>
          <w:rFonts w:ascii="Times New Roman" w:hAnsi="Times New Roman" w:cs="Times New Roman"/>
          <w:sz w:val="24"/>
        </w:rPr>
        <w:t xml:space="preserve">: </w:t>
      </w:r>
      <w:r w:rsidR="00365E2A" w:rsidRPr="009C2A8A">
        <w:rPr>
          <w:rStyle w:val="a8"/>
          <w:rFonts w:ascii="Times New Roman" w:hAnsi="Times New Roman" w:cs="Times New Roman"/>
          <w:szCs w:val="22"/>
          <w:lang w:val="en-GB"/>
        </w:rPr>
        <w:t>Tatyana</w:t>
      </w:r>
      <w:r w:rsidR="00365E2A" w:rsidRPr="00F15624">
        <w:rPr>
          <w:rStyle w:val="a8"/>
          <w:rFonts w:ascii="Times New Roman" w:hAnsi="Times New Roman" w:cs="Times New Roman"/>
          <w:szCs w:val="22"/>
        </w:rPr>
        <w:t>.</w:t>
      </w:r>
      <w:r w:rsidR="00365E2A" w:rsidRPr="009C2A8A">
        <w:rPr>
          <w:rStyle w:val="a8"/>
          <w:rFonts w:ascii="Times New Roman" w:hAnsi="Times New Roman" w:cs="Times New Roman"/>
          <w:szCs w:val="22"/>
          <w:lang w:val="en-GB"/>
        </w:rPr>
        <w:t>Kormiltseva</w:t>
      </w:r>
      <w:r w:rsidR="00365E2A" w:rsidRPr="00F15624">
        <w:rPr>
          <w:rStyle w:val="a8"/>
          <w:rFonts w:ascii="Times New Roman" w:hAnsi="Times New Roman" w:cs="Times New Roman"/>
          <w:szCs w:val="22"/>
        </w:rPr>
        <w:t>@</w:t>
      </w:r>
      <w:r w:rsidR="00365E2A" w:rsidRPr="009C2A8A">
        <w:rPr>
          <w:rStyle w:val="a8"/>
          <w:rFonts w:ascii="Times New Roman" w:hAnsi="Times New Roman" w:cs="Times New Roman"/>
          <w:szCs w:val="22"/>
          <w:lang w:val="en-GB"/>
        </w:rPr>
        <w:t>okmarket</w:t>
      </w:r>
      <w:r w:rsidR="00365E2A" w:rsidRPr="00F15624">
        <w:rPr>
          <w:rStyle w:val="a8"/>
          <w:rFonts w:ascii="Times New Roman" w:hAnsi="Times New Roman" w:cs="Times New Roman"/>
          <w:szCs w:val="22"/>
        </w:rPr>
        <w:t>.</w:t>
      </w:r>
      <w:r w:rsidR="00365E2A" w:rsidRPr="009C2A8A">
        <w:rPr>
          <w:rStyle w:val="a8"/>
          <w:rFonts w:ascii="Times New Roman" w:hAnsi="Times New Roman" w:cs="Times New Roman"/>
          <w:szCs w:val="22"/>
          <w:lang w:val="en-GB"/>
        </w:rPr>
        <w:t>ru</w:t>
      </w:r>
    </w:p>
    <w:p w:rsidR="00804534" w:rsidRDefault="00AA0D4C" w:rsidP="00804534">
      <w:pPr>
        <w:pStyle w:val="Sansinterligne"/>
        <w:jc w:val="both"/>
        <w:rPr>
          <w:rStyle w:val="a8"/>
          <w:rFonts w:ascii="Times New Roman" w:hAnsi="Times New Roman" w:cs="Times New Roman"/>
          <w:sz w:val="24"/>
          <w:lang w:val="en-GB"/>
        </w:rPr>
      </w:pPr>
      <w:hyperlink r:id="rId9" w:history="1">
        <w:r w:rsidR="00804534" w:rsidRPr="00A92166">
          <w:rPr>
            <w:rStyle w:val="a8"/>
            <w:rFonts w:ascii="Times New Roman" w:hAnsi="Times New Roman" w:cs="Times New Roman"/>
            <w:sz w:val="24"/>
            <w:lang w:val="en-GB"/>
          </w:rPr>
          <w:t>www</w:t>
        </w:r>
        <w:r w:rsidR="00804534" w:rsidRPr="00F15624">
          <w:rPr>
            <w:rStyle w:val="a8"/>
            <w:rFonts w:ascii="Times New Roman" w:hAnsi="Times New Roman" w:cs="Times New Roman"/>
            <w:sz w:val="24"/>
            <w:lang w:val="en-US"/>
          </w:rPr>
          <w:t>.</w:t>
        </w:r>
        <w:r w:rsidR="00804534" w:rsidRPr="00A92166">
          <w:rPr>
            <w:rStyle w:val="a8"/>
            <w:rFonts w:ascii="Times New Roman" w:hAnsi="Times New Roman" w:cs="Times New Roman"/>
            <w:sz w:val="24"/>
            <w:lang w:val="en-GB"/>
          </w:rPr>
          <w:t>okmarket</w:t>
        </w:r>
        <w:r w:rsidR="00804534" w:rsidRPr="00F15624">
          <w:rPr>
            <w:rStyle w:val="a8"/>
            <w:rFonts w:ascii="Times New Roman" w:hAnsi="Times New Roman" w:cs="Times New Roman"/>
            <w:sz w:val="24"/>
            <w:lang w:val="en-US"/>
          </w:rPr>
          <w:t>.</w:t>
        </w:r>
        <w:r w:rsidR="00804534" w:rsidRPr="00A92166">
          <w:rPr>
            <w:rStyle w:val="a8"/>
            <w:rFonts w:ascii="Times New Roman" w:hAnsi="Times New Roman" w:cs="Times New Roman"/>
            <w:sz w:val="24"/>
            <w:lang w:val="en-GB"/>
          </w:rPr>
          <w:t>ru</w:t>
        </w:r>
      </w:hyperlink>
      <w:r w:rsidR="00804534" w:rsidRPr="00F15624">
        <w:rPr>
          <w:rFonts w:ascii="Times New Roman" w:hAnsi="Times New Roman" w:cs="Times New Roman"/>
          <w:sz w:val="24"/>
          <w:lang w:val="en-US"/>
        </w:rPr>
        <w:tab/>
      </w:r>
      <w:r w:rsidR="00804534" w:rsidRPr="00F15624">
        <w:rPr>
          <w:rFonts w:ascii="Times New Roman" w:hAnsi="Times New Roman" w:cs="Times New Roman"/>
          <w:sz w:val="24"/>
          <w:lang w:val="en-US"/>
        </w:rPr>
        <w:tab/>
      </w:r>
      <w:r w:rsidR="00804534" w:rsidRPr="00F15624">
        <w:rPr>
          <w:rFonts w:ascii="Times New Roman" w:hAnsi="Times New Roman" w:cs="Times New Roman"/>
          <w:sz w:val="24"/>
          <w:lang w:val="en-US"/>
        </w:rPr>
        <w:tab/>
      </w:r>
      <w:r w:rsidR="00804534" w:rsidRPr="00F15624">
        <w:rPr>
          <w:rFonts w:ascii="Times New Roman" w:hAnsi="Times New Roman" w:cs="Times New Roman"/>
          <w:sz w:val="24"/>
          <w:lang w:val="en-US"/>
        </w:rPr>
        <w:tab/>
      </w:r>
      <w:r w:rsidR="00804534" w:rsidRPr="00F15624">
        <w:rPr>
          <w:rFonts w:ascii="Times New Roman" w:hAnsi="Times New Roman" w:cs="Times New Roman"/>
          <w:sz w:val="24"/>
          <w:lang w:val="en-US"/>
        </w:rPr>
        <w:tab/>
      </w:r>
      <w:r w:rsidR="00804534" w:rsidRPr="00F15624">
        <w:rPr>
          <w:rFonts w:ascii="Times New Roman" w:hAnsi="Times New Roman" w:cs="Times New Roman"/>
          <w:sz w:val="24"/>
          <w:lang w:val="en-US"/>
        </w:rPr>
        <w:tab/>
      </w:r>
      <w:hyperlink r:id="rId10" w:history="1">
        <w:r w:rsidR="00804534" w:rsidRPr="00A92166">
          <w:rPr>
            <w:rStyle w:val="a8"/>
            <w:rFonts w:ascii="Times New Roman" w:hAnsi="Times New Roman" w:cs="Times New Roman"/>
            <w:sz w:val="24"/>
            <w:lang w:val="en-GB"/>
          </w:rPr>
          <w:t>www</w:t>
        </w:r>
        <w:r w:rsidR="00804534" w:rsidRPr="00F15624">
          <w:rPr>
            <w:rStyle w:val="a8"/>
            <w:rFonts w:ascii="Times New Roman" w:hAnsi="Times New Roman" w:cs="Times New Roman"/>
            <w:sz w:val="24"/>
            <w:lang w:val="en-US"/>
          </w:rPr>
          <w:t>.</w:t>
        </w:r>
        <w:r w:rsidR="00804534" w:rsidRPr="00A92166">
          <w:rPr>
            <w:rStyle w:val="a8"/>
            <w:rFonts w:ascii="Times New Roman" w:hAnsi="Times New Roman" w:cs="Times New Roman"/>
            <w:sz w:val="24"/>
            <w:lang w:val="en-GB"/>
          </w:rPr>
          <w:t>okmarket</w:t>
        </w:r>
        <w:r w:rsidR="00804534" w:rsidRPr="00F15624">
          <w:rPr>
            <w:rStyle w:val="a8"/>
            <w:rFonts w:ascii="Times New Roman" w:hAnsi="Times New Roman" w:cs="Times New Roman"/>
            <w:sz w:val="24"/>
            <w:lang w:val="en-US"/>
          </w:rPr>
          <w:t>.</w:t>
        </w:r>
        <w:r w:rsidR="00804534" w:rsidRPr="00A92166">
          <w:rPr>
            <w:rStyle w:val="a8"/>
            <w:rFonts w:ascii="Times New Roman" w:hAnsi="Times New Roman" w:cs="Times New Roman"/>
            <w:sz w:val="24"/>
            <w:lang w:val="en-GB"/>
          </w:rPr>
          <w:t>ru</w:t>
        </w:r>
      </w:hyperlink>
    </w:p>
    <w:p w:rsidR="00F15624" w:rsidRDefault="00F15624" w:rsidP="00804534">
      <w:pPr>
        <w:pStyle w:val="Sansinterligne"/>
        <w:jc w:val="both"/>
        <w:rPr>
          <w:rStyle w:val="a8"/>
          <w:rFonts w:ascii="Times New Roman" w:hAnsi="Times New Roman" w:cs="Times New Roman"/>
          <w:sz w:val="24"/>
          <w:lang w:val="en-GB"/>
        </w:rPr>
      </w:pPr>
    </w:p>
    <w:p w:rsidR="00F15624" w:rsidRPr="00F15624" w:rsidRDefault="00F15624" w:rsidP="00F15624">
      <w:pPr>
        <w:pStyle w:val="Sansinterligne"/>
        <w:jc w:val="both"/>
        <w:rPr>
          <w:rFonts w:ascii="Times New Roman" w:hAnsi="Times New Roman" w:cs="Times New Roman"/>
          <w:sz w:val="24"/>
          <w:lang w:val="en-US"/>
        </w:rPr>
      </w:pPr>
      <w:r>
        <w:rPr>
          <w:rFonts w:ascii="Times New Roman" w:hAnsi="Times New Roman" w:cs="Times New Roman"/>
          <w:sz w:val="24"/>
          <w:lang w:val="en-US"/>
        </w:rPr>
        <w:t xml:space="preserve"> </w:t>
      </w:r>
    </w:p>
    <w:sectPr w:rsidR="00F15624" w:rsidRPr="00F15624" w:rsidSect="00DD09D6">
      <w:headerReference w:type="default" r:id="rId11"/>
      <w:pgSz w:w="11906" w:h="16838"/>
      <w:pgMar w:top="1418" w:right="1134" w:bottom="170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D4C" w:rsidRDefault="00AA0D4C">
      <w:r>
        <w:separator/>
      </w:r>
    </w:p>
  </w:endnote>
  <w:endnote w:type="continuationSeparator" w:id="0">
    <w:p w:rsidR="00AA0D4C" w:rsidRDefault="00AA0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D4C" w:rsidRDefault="00AA0D4C">
      <w:r>
        <w:separator/>
      </w:r>
    </w:p>
  </w:footnote>
  <w:footnote w:type="continuationSeparator" w:id="0">
    <w:p w:rsidR="00AA0D4C" w:rsidRDefault="00AA0D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9AE" w:rsidRDefault="00F249AE">
    <w:pPr>
      <w:pStyle w:val="a3"/>
    </w:pPr>
    <w:r>
      <w:rPr>
        <w:noProof/>
      </w:rPr>
      <w:drawing>
        <wp:anchor distT="0" distB="0" distL="114300" distR="114300" simplePos="0" relativeHeight="251658752" behindDoc="0" locked="0" layoutInCell="1" allowOverlap="1" wp14:anchorId="0A65487D" wp14:editId="6A9A8EA5">
          <wp:simplePos x="0" y="0"/>
          <wp:positionH relativeFrom="column">
            <wp:posOffset>5233035</wp:posOffset>
          </wp:positionH>
          <wp:positionV relativeFrom="paragraph">
            <wp:posOffset>-247650</wp:posOffset>
          </wp:positionV>
          <wp:extent cx="1343025" cy="623159"/>
          <wp:effectExtent l="0" t="0" r="0" b="571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k_gr_eng.jpg"/>
                  <pic:cNvPicPr/>
                </pic:nvPicPr>
                <pic:blipFill>
                  <a:blip r:embed="rId1">
                    <a:extLst>
                      <a:ext uri="{28A0092B-C50C-407E-A947-70E740481C1C}">
                        <a14:useLocalDpi xmlns:a14="http://schemas.microsoft.com/office/drawing/2010/main" val="0"/>
                      </a:ext>
                    </a:extLst>
                  </a:blip>
                  <a:stretch>
                    <a:fillRect/>
                  </a:stretch>
                </pic:blipFill>
                <pic:spPr>
                  <a:xfrm>
                    <a:off x="0" y="0"/>
                    <a:ext cx="1343025" cy="623159"/>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1" locked="0" layoutInCell="1" allowOverlap="1" wp14:anchorId="465F395B" wp14:editId="4E28386A">
          <wp:simplePos x="0" y="0"/>
          <wp:positionH relativeFrom="column">
            <wp:posOffset>-833755</wp:posOffset>
          </wp:positionH>
          <wp:positionV relativeFrom="paragraph">
            <wp:posOffset>-536575</wp:posOffset>
          </wp:positionV>
          <wp:extent cx="7733030" cy="10972800"/>
          <wp:effectExtent l="19050" t="0" r="1270" b="0"/>
          <wp:wrapNone/>
          <wp:docPr id="1" name="Рисунок 3" descr="Description: magaz_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escription: magaz_A4"/>
                  <pic:cNvPicPr>
                    <a:picLocks noChangeAspect="1" noChangeArrowheads="1"/>
                  </pic:cNvPicPr>
                </pic:nvPicPr>
                <pic:blipFill>
                  <a:blip r:embed="rId2"/>
                  <a:srcRect/>
                  <a:stretch>
                    <a:fillRect/>
                  </a:stretch>
                </pic:blipFill>
                <pic:spPr bwMode="auto">
                  <a:xfrm>
                    <a:off x="0" y="0"/>
                    <a:ext cx="7733030" cy="109728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8DA81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FB7ACC"/>
    <w:multiLevelType w:val="hybridMultilevel"/>
    <w:tmpl w:val="66BA44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04824A2"/>
    <w:multiLevelType w:val="hybridMultilevel"/>
    <w:tmpl w:val="2B827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9E253C"/>
    <w:multiLevelType w:val="hybridMultilevel"/>
    <w:tmpl w:val="A99070C8"/>
    <w:lvl w:ilvl="0" w:tplc="C87CF7B6">
      <w:start w:val="2"/>
      <w:numFmt w:val="bullet"/>
      <w:lvlText w:val="-"/>
      <w:lvlJc w:val="left"/>
      <w:pPr>
        <w:ind w:left="360" w:hanging="360"/>
      </w:pPr>
      <w:rPr>
        <w:rFonts w:ascii="Calibri" w:eastAsia="SimSu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07F4758"/>
    <w:multiLevelType w:val="hybridMultilevel"/>
    <w:tmpl w:val="A8BE0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DD4E6E"/>
    <w:multiLevelType w:val="hybridMultilevel"/>
    <w:tmpl w:val="18C47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44641BA"/>
    <w:multiLevelType w:val="hybridMultilevel"/>
    <w:tmpl w:val="D144B626"/>
    <w:lvl w:ilvl="0" w:tplc="E51C1090">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80A1485"/>
    <w:multiLevelType w:val="hybridMultilevel"/>
    <w:tmpl w:val="256AC40A"/>
    <w:lvl w:ilvl="0" w:tplc="E9E204D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7A5391"/>
    <w:multiLevelType w:val="hybridMultilevel"/>
    <w:tmpl w:val="3EBAE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FB3A0B"/>
    <w:multiLevelType w:val="hybridMultilevel"/>
    <w:tmpl w:val="909E75B6"/>
    <w:lvl w:ilvl="0" w:tplc="E4BA642A">
      <w:start w:val="1"/>
      <w:numFmt w:val="bullet"/>
      <w:lvlText w:val=""/>
      <w:lvlJc w:val="left"/>
      <w:pPr>
        <w:ind w:left="720" w:hanging="360"/>
      </w:pPr>
      <w:rPr>
        <w:rFonts w:ascii="Symbol" w:hAnsi="Symbol" w:hint="default"/>
        <w:color w:val="C00000"/>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DF56DAA"/>
    <w:multiLevelType w:val="hybridMultilevel"/>
    <w:tmpl w:val="F8465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0"/>
  </w:num>
  <w:num w:numId="5">
    <w:abstractNumId w:val="7"/>
  </w:num>
  <w:num w:numId="6">
    <w:abstractNumId w:val="3"/>
  </w:num>
  <w:num w:numId="7">
    <w:abstractNumId w:val="2"/>
  </w:num>
  <w:num w:numId="8">
    <w:abstractNumId w:val="9"/>
  </w:num>
  <w:num w:numId="9">
    <w:abstractNumId w:val="10"/>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01F"/>
    <w:rsid w:val="000002DD"/>
    <w:rsid w:val="000020B7"/>
    <w:rsid w:val="00002165"/>
    <w:rsid w:val="000025C1"/>
    <w:rsid w:val="00002A49"/>
    <w:rsid w:val="00003248"/>
    <w:rsid w:val="000043FC"/>
    <w:rsid w:val="0000474E"/>
    <w:rsid w:val="0000518F"/>
    <w:rsid w:val="00005B4E"/>
    <w:rsid w:val="00005C38"/>
    <w:rsid w:val="00007591"/>
    <w:rsid w:val="00010126"/>
    <w:rsid w:val="00012333"/>
    <w:rsid w:val="00012954"/>
    <w:rsid w:val="00012D02"/>
    <w:rsid w:val="00012E59"/>
    <w:rsid w:val="000135E5"/>
    <w:rsid w:val="00014381"/>
    <w:rsid w:val="00014913"/>
    <w:rsid w:val="000155CC"/>
    <w:rsid w:val="00015F03"/>
    <w:rsid w:val="000166AD"/>
    <w:rsid w:val="00017261"/>
    <w:rsid w:val="00017F76"/>
    <w:rsid w:val="0002009E"/>
    <w:rsid w:val="00021C5D"/>
    <w:rsid w:val="00022EBB"/>
    <w:rsid w:val="00024AFE"/>
    <w:rsid w:val="00025C2C"/>
    <w:rsid w:val="00025E3B"/>
    <w:rsid w:val="00027E6F"/>
    <w:rsid w:val="000311B6"/>
    <w:rsid w:val="000318A0"/>
    <w:rsid w:val="00032355"/>
    <w:rsid w:val="00034487"/>
    <w:rsid w:val="000352E8"/>
    <w:rsid w:val="0003533D"/>
    <w:rsid w:val="000354EF"/>
    <w:rsid w:val="00037441"/>
    <w:rsid w:val="000376C5"/>
    <w:rsid w:val="0004119E"/>
    <w:rsid w:val="00041AA6"/>
    <w:rsid w:val="00043097"/>
    <w:rsid w:val="00043AA2"/>
    <w:rsid w:val="00043F84"/>
    <w:rsid w:val="00044897"/>
    <w:rsid w:val="000460E9"/>
    <w:rsid w:val="000460F9"/>
    <w:rsid w:val="00046B6E"/>
    <w:rsid w:val="00046C9A"/>
    <w:rsid w:val="00046D7E"/>
    <w:rsid w:val="000470C1"/>
    <w:rsid w:val="00047811"/>
    <w:rsid w:val="00052D0A"/>
    <w:rsid w:val="00052EA4"/>
    <w:rsid w:val="0005381B"/>
    <w:rsid w:val="00053A38"/>
    <w:rsid w:val="000540BB"/>
    <w:rsid w:val="00054306"/>
    <w:rsid w:val="0005479F"/>
    <w:rsid w:val="00055326"/>
    <w:rsid w:val="0005550F"/>
    <w:rsid w:val="00055EEB"/>
    <w:rsid w:val="00056E32"/>
    <w:rsid w:val="00057DA6"/>
    <w:rsid w:val="00060375"/>
    <w:rsid w:val="00060DBC"/>
    <w:rsid w:val="0006114E"/>
    <w:rsid w:val="00061323"/>
    <w:rsid w:val="000630B6"/>
    <w:rsid w:val="00063A11"/>
    <w:rsid w:val="0006448C"/>
    <w:rsid w:val="00066240"/>
    <w:rsid w:val="00071403"/>
    <w:rsid w:val="000744D4"/>
    <w:rsid w:val="00075C48"/>
    <w:rsid w:val="000761F7"/>
    <w:rsid w:val="000804ED"/>
    <w:rsid w:val="00080E8E"/>
    <w:rsid w:val="00081F36"/>
    <w:rsid w:val="0008284D"/>
    <w:rsid w:val="00082E41"/>
    <w:rsid w:val="00084837"/>
    <w:rsid w:val="00085970"/>
    <w:rsid w:val="00085A93"/>
    <w:rsid w:val="00086284"/>
    <w:rsid w:val="00086285"/>
    <w:rsid w:val="000870A6"/>
    <w:rsid w:val="00090428"/>
    <w:rsid w:val="00090747"/>
    <w:rsid w:val="000917D5"/>
    <w:rsid w:val="00091B28"/>
    <w:rsid w:val="00091CA9"/>
    <w:rsid w:val="00091E71"/>
    <w:rsid w:val="00095B26"/>
    <w:rsid w:val="00096F0C"/>
    <w:rsid w:val="000A1CAB"/>
    <w:rsid w:val="000A243E"/>
    <w:rsid w:val="000A2DF7"/>
    <w:rsid w:val="000A2F13"/>
    <w:rsid w:val="000A31A8"/>
    <w:rsid w:val="000A3488"/>
    <w:rsid w:val="000A40EB"/>
    <w:rsid w:val="000A6EED"/>
    <w:rsid w:val="000A7B3A"/>
    <w:rsid w:val="000A7F0B"/>
    <w:rsid w:val="000B26BA"/>
    <w:rsid w:val="000B3B85"/>
    <w:rsid w:val="000B3BBC"/>
    <w:rsid w:val="000B454A"/>
    <w:rsid w:val="000B4F67"/>
    <w:rsid w:val="000B5739"/>
    <w:rsid w:val="000B5934"/>
    <w:rsid w:val="000B6211"/>
    <w:rsid w:val="000B63F5"/>
    <w:rsid w:val="000B6BC6"/>
    <w:rsid w:val="000B7078"/>
    <w:rsid w:val="000B7B04"/>
    <w:rsid w:val="000C0F76"/>
    <w:rsid w:val="000C2715"/>
    <w:rsid w:val="000C2733"/>
    <w:rsid w:val="000C2B26"/>
    <w:rsid w:val="000C39D7"/>
    <w:rsid w:val="000C3EAD"/>
    <w:rsid w:val="000C5169"/>
    <w:rsid w:val="000C5D9B"/>
    <w:rsid w:val="000D09CA"/>
    <w:rsid w:val="000D0C88"/>
    <w:rsid w:val="000D0D8B"/>
    <w:rsid w:val="000D0DB3"/>
    <w:rsid w:val="000D33B6"/>
    <w:rsid w:val="000D683A"/>
    <w:rsid w:val="000D7055"/>
    <w:rsid w:val="000E167D"/>
    <w:rsid w:val="000E214D"/>
    <w:rsid w:val="000E2B73"/>
    <w:rsid w:val="000E3BFB"/>
    <w:rsid w:val="000E4370"/>
    <w:rsid w:val="000E4EB6"/>
    <w:rsid w:val="000E6866"/>
    <w:rsid w:val="000E75C5"/>
    <w:rsid w:val="000E7A2A"/>
    <w:rsid w:val="000F06A5"/>
    <w:rsid w:val="000F0F29"/>
    <w:rsid w:val="000F1647"/>
    <w:rsid w:val="000F28BA"/>
    <w:rsid w:val="000F46C6"/>
    <w:rsid w:val="000F46E4"/>
    <w:rsid w:val="000F482E"/>
    <w:rsid w:val="000F5970"/>
    <w:rsid w:val="000F5D58"/>
    <w:rsid w:val="000F64E2"/>
    <w:rsid w:val="000F702C"/>
    <w:rsid w:val="000F7B85"/>
    <w:rsid w:val="00100FCC"/>
    <w:rsid w:val="00101770"/>
    <w:rsid w:val="00101D0D"/>
    <w:rsid w:val="00102BC6"/>
    <w:rsid w:val="001063DF"/>
    <w:rsid w:val="00106D05"/>
    <w:rsid w:val="00107B88"/>
    <w:rsid w:val="0011072D"/>
    <w:rsid w:val="00111942"/>
    <w:rsid w:val="00111CAC"/>
    <w:rsid w:val="00112BF3"/>
    <w:rsid w:val="001130B2"/>
    <w:rsid w:val="001132AD"/>
    <w:rsid w:val="00113F17"/>
    <w:rsid w:val="0011427D"/>
    <w:rsid w:val="001157F4"/>
    <w:rsid w:val="00115949"/>
    <w:rsid w:val="0011612B"/>
    <w:rsid w:val="00116D2C"/>
    <w:rsid w:val="00117A4C"/>
    <w:rsid w:val="0012037D"/>
    <w:rsid w:val="00120BAB"/>
    <w:rsid w:val="00120C3A"/>
    <w:rsid w:val="00121854"/>
    <w:rsid w:val="00121BB1"/>
    <w:rsid w:val="00122C48"/>
    <w:rsid w:val="001230EA"/>
    <w:rsid w:val="00123BFD"/>
    <w:rsid w:val="001242F2"/>
    <w:rsid w:val="00125EAD"/>
    <w:rsid w:val="00126AD6"/>
    <w:rsid w:val="00127727"/>
    <w:rsid w:val="00130FB7"/>
    <w:rsid w:val="00131590"/>
    <w:rsid w:val="001318B1"/>
    <w:rsid w:val="0013328C"/>
    <w:rsid w:val="00133FE1"/>
    <w:rsid w:val="00134691"/>
    <w:rsid w:val="00135981"/>
    <w:rsid w:val="001360EA"/>
    <w:rsid w:val="001366F0"/>
    <w:rsid w:val="00136932"/>
    <w:rsid w:val="00140D4B"/>
    <w:rsid w:val="0014104C"/>
    <w:rsid w:val="001418A1"/>
    <w:rsid w:val="00141D33"/>
    <w:rsid w:val="00141D94"/>
    <w:rsid w:val="00143302"/>
    <w:rsid w:val="00144AF9"/>
    <w:rsid w:val="00147CA2"/>
    <w:rsid w:val="00150AFC"/>
    <w:rsid w:val="00151253"/>
    <w:rsid w:val="00153032"/>
    <w:rsid w:val="00157454"/>
    <w:rsid w:val="001578F2"/>
    <w:rsid w:val="001603C4"/>
    <w:rsid w:val="00160869"/>
    <w:rsid w:val="00161D6D"/>
    <w:rsid w:val="001634DF"/>
    <w:rsid w:val="001645E7"/>
    <w:rsid w:val="00166403"/>
    <w:rsid w:val="001672F8"/>
    <w:rsid w:val="001705F7"/>
    <w:rsid w:val="00171E3E"/>
    <w:rsid w:val="001737F9"/>
    <w:rsid w:val="001739F3"/>
    <w:rsid w:val="00173F6B"/>
    <w:rsid w:val="00174283"/>
    <w:rsid w:val="001753FB"/>
    <w:rsid w:val="00175587"/>
    <w:rsid w:val="001804F8"/>
    <w:rsid w:val="00181A02"/>
    <w:rsid w:val="00186CB7"/>
    <w:rsid w:val="0019153C"/>
    <w:rsid w:val="00191714"/>
    <w:rsid w:val="001918ED"/>
    <w:rsid w:val="00193927"/>
    <w:rsid w:val="0019429D"/>
    <w:rsid w:val="001A1E49"/>
    <w:rsid w:val="001A24B6"/>
    <w:rsid w:val="001A4CC8"/>
    <w:rsid w:val="001A60AD"/>
    <w:rsid w:val="001B00F5"/>
    <w:rsid w:val="001B1356"/>
    <w:rsid w:val="001B1B46"/>
    <w:rsid w:val="001B1E0E"/>
    <w:rsid w:val="001B35FB"/>
    <w:rsid w:val="001B3ACE"/>
    <w:rsid w:val="001B4330"/>
    <w:rsid w:val="001B455B"/>
    <w:rsid w:val="001B5609"/>
    <w:rsid w:val="001B68AE"/>
    <w:rsid w:val="001B7F58"/>
    <w:rsid w:val="001C0AC6"/>
    <w:rsid w:val="001C10F2"/>
    <w:rsid w:val="001C19FD"/>
    <w:rsid w:val="001C1BE3"/>
    <w:rsid w:val="001C301F"/>
    <w:rsid w:val="001C3116"/>
    <w:rsid w:val="001C35EA"/>
    <w:rsid w:val="001C4D2D"/>
    <w:rsid w:val="001C4D9B"/>
    <w:rsid w:val="001C5432"/>
    <w:rsid w:val="001C5434"/>
    <w:rsid w:val="001C573F"/>
    <w:rsid w:val="001C5E75"/>
    <w:rsid w:val="001C652C"/>
    <w:rsid w:val="001C7D36"/>
    <w:rsid w:val="001D0BBF"/>
    <w:rsid w:val="001D2A2E"/>
    <w:rsid w:val="001D37B8"/>
    <w:rsid w:val="001D38C7"/>
    <w:rsid w:val="001D4485"/>
    <w:rsid w:val="001D5247"/>
    <w:rsid w:val="001D5C93"/>
    <w:rsid w:val="001D63B8"/>
    <w:rsid w:val="001E08CA"/>
    <w:rsid w:val="001E25E9"/>
    <w:rsid w:val="001E4658"/>
    <w:rsid w:val="001E6308"/>
    <w:rsid w:val="001E6A73"/>
    <w:rsid w:val="001E6E68"/>
    <w:rsid w:val="001F313D"/>
    <w:rsid w:val="001F4567"/>
    <w:rsid w:val="001F7450"/>
    <w:rsid w:val="001F7EA4"/>
    <w:rsid w:val="002022BD"/>
    <w:rsid w:val="002023A4"/>
    <w:rsid w:val="002025D7"/>
    <w:rsid w:val="00202B3A"/>
    <w:rsid w:val="002053D5"/>
    <w:rsid w:val="00206FA6"/>
    <w:rsid w:val="00212969"/>
    <w:rsid w:val="00212A84"/>
    <w:rsid w:val="00212CB6"/>
    <w:rsid w:val="00213313"/>
    <w:rsid w:val="002139B2"/>
    <w:rsid w:val="0022101B"/>
    <w:rsid w:val="002217EF"/>
    <w:rsid w:val="002218C2"/>
    <w:rsid w:val="00223D67"/>
    <w:rsid w:val="00224512"/>
    <w:rsid w:val="002249C8"/>
    <w:rsid w:val="00226769"/>
    <w:rsid w:val="00226DC6"/>
    <w:rsid w:val="0023010A"/>
    <w:rsid w:val="00230391"/>
    <w:rsid w:val="00230ADE"/>
    <w:rsid w:val="002330F2"/>
    <w:rsid w:val="00234366"/>
    <w:rsid w:val="00236268"/>
    <w:rsid w:val="0023646F"/>
    <w:rsid w:val="00237F91"/>
    <w:rsid w:val="002412CB"/>
    <w:rsid w:val="002429D0"/>
    <w:rsid w:val="0024380D"/>
    <w:rsid w:val="00243E21"/>
    <w:rsid w:val="002451AB"/>
    <w:rsid w:val="002459D4"/>
    <w:rsid w:val="00245F84"/>
    <w:rsid w:val="00246F82"/>
    <w:rsid w:val="002509A7"/>
    <w:rsid w:val="0025310C"/>
    <w:rsid w:val="002535A1"/>
    <w:rsid w:val="002557C5"/>
    <w:rsid w:val="00256B98"/>
    <w:rsid w:val="00261651"/>
    <w:rsid w:val="00262233"/>
    <w:rsid w:val="002622EA"/>
    <w:rsid w:val="00262628"/>
    <w:rsid w:val="00262CB6"/>
    <w:rsid w:val="0026308A"/>
    <w:rsid w:val="00264B4A"/>
    <w:rsid w:val="00264F35"/>
    <w:rsid w:val="0026709C"/>
    <w:rsid w:val="002715EB"/>
    <w:rsid w:val="00271F55"/>
    <w:rsid w:val="002721C5"/>
    <w:rsid w:val="00272384"/>
    <w:rsid w:val="002723FA"/>
    <w:rsid w:val="00275895"/>
    <w:rsid w:val="0027648F"/>
    <w:rsid w:val="002767F4"/>
    <w:rsid w:val="002771F3"/>
    <w:rsid w:val="00277288"/>
    <w:rsid w:val="00277738"/>
    <w:rsid w:val="00277C5A"/>
    <w:rsid w:val="00280BF7"/>
    <w:rsid w:val="00281533"/>
    <w:rsid w:val="00281A0E"/>
    <w:rsid w:val="002821AA"/>
    <w:rsid w:val="00282E5A"/>
    <w:rsid w:val="00283442"/>
    <w:rsid w:val="00285DFD"/>
    <w:rsid w:val="002868EF"/>
    <w:rsid w:val="00287E6F"/>
    <w:rsid w:val="00292031"/>
    <w:rsid w:val="00292037"/>
    <w:rsid w:val="00293728"/>
    <w:rsid w:val="002948F1"/>
    <w:rsid w:val="002956E4"/>
    <w:rsid w:val="0029582B"/>
    <w:rsid w:val="0029614A"/>
    <w:rsid w:val="00297CEA"/>
    <w:rsid w:val="002A036A"/>
    <w:rsid w:val="002A0715"/>
    <w:rsid w:val="002A13C3"/>
    <w:rsid w:val="002A20A2"/>
    <w:rsid w:val="002A3B65"/>
    <w:rsid w:val="002A3F33"/>
    <w:rsid w:val="002A3FC4"/>
    <w:rsid w:val="002A4195"/>
    <w:rsid w:val="002A56B3"/>
    <w:rsid w:val="002A5E12"/>
    <w:rsid w:val="002A7A39"/>
    <w:rsid w:val="002B0A4E"/>
    <w:rsid w:val="002B0E58"/>
    <w:rsid w:val="002B0F59"/>
    <w:rsid w:val="002B1843"/>
    <w:rsid w:val="002B3B72"/>
    <w:rsid w:val="002B4CBB"/>
    <w:rsid w:val="002B4DCF"/>
    <w:rsid w:val="002B5BFD"/>
    <w:rsid w:val="002B6B26"/>
    <w:rsid w:val="002B6C3A"/>
    <w:rsid w:val="002B6E7C"/>
    <w:rsid w:val="002B6E95"/>
    <w:rsid w:val="002B7431"/>
    <w:rsid w:val="002B7667"/>
    <w:rsid w:val="002B7EAE"/>
    <w:rsid w:val="002C143A"/>
    <w:rsid w:val="002C1D27"/>
    <w:rsid w:val="002C4259"/>
    <w:rsid w:val="002C496B"/>
    <w:rsid w:val="002C63E7"/>
    <w:rsid w:val="002C672C"/>
    <w:rsid w:val="002C6C93"/>
    <w:rsid w:val="002C74F1"/>
    <w:rsid w:val="002C796E"/>
    <w:rsid w:val="002D1476"/>
    <w:rsid w:val="002D2673"/>
    <w:rsid w:val="002D2814"/>
    <w:rsid w:val="002D3318"/>
    <w:rsid w:val="002D4CB9"/>
    <w:rsid w:val="002D523A"/>
    <w:rsid w:val="002D5DDB"/>
    <w:rsid w:val="002D6E8D"/>
    <w:rsid w:val="002E2631"/>
    <w:rsid w:val="002E38C9"/>
    <w:rsid w:val="002E415A"/>
    <w:rsid w:val="002E4224"/>
    <w:rsid w:val="002E4E87"/>
    <w:rsid w:val="002E627B"/>
    <w:rsid w:val="002E68E2"/>
    <w:rsid w:val="002E6B88"/>
    <w:rsid w:val="002E7532"/>
    <w:rsid w:val="002F0ABF"/>
    <w:rsid w:val="002F304C"/>
    <w:rsid w:val="002F3604"/>
    <w:rsid w:val="002F50FA"/>
    <w:rsid w:val="002F58DF"/>
    <w:rsid w:val="002F723C"/>
    <w:rsid w:val="0030215D"/>
    <w:rsid w:val="00305BE4"/>
    <w:rsid w:val="00306691"/>
    <w:rsid w:val="003106F8"/>
    <w:rsid w:val="00310B46"/>
    <w:rsid w:val="00312730"/>
    <w:rsid w:val="0031342B"/>
    <w:rsid w:val="00313D21"/>
    <w:rsid w:val="00314E75"/>
    <w:rsid w:val="00315954"/>
    <w:rsid w:val="00315EDB"/>
    <w:rsid w:val="00316C78"/>
    <w:rsid w:val="00317372"/>
    <w:rsid w:val="003177A7"/>
    <w:rsid w:val="003204FF"/>
    <w:rsid w:val="00325468"/>
    <w:rsid w:val="00326FB8"/>
    <w:rsid w:val="003301C2"/>
    <w:rsid w:val="00330737"/>
    <w:rsid w:val="00330C51"/>
    <w:rsid w:val="00332753"/>
    <w:rsid w:val="003341A4"/>
    <w:rsid w:val="00334612"/>
    <w:rsid w:val="00334A0F"/>
    <w:rsid w:val="003371D6"/>
    <w:rsid w:val="00340464"/>
    <w:rsid w:val="003417BB"/>
    <w:rsid w:val="00341B35"/>
    <w:rsid w:val="00342523"/>
    <w:rsid w:val="00343346"/>
    <w:rsid w:val="0034462E"/>
    <w:rsid w:val="00344F18"/>
    <w:rsid w:val="00345914"/>
    <w:rsid w:val="00345C49"/>
    <w:rsid w:val="00346526"/>
    <w:rsid w:val="003475D2"/>
    <w:rsid w:val="003515D0"/>
    <w:rsid w:val="00352657"/>
    <w:rsid w:val="00352983"/>
    <w:rsid w:val="00352F97"/>
    <w:rsid w:val="003531B0"/>
    <w:rsid w:val="003536EB"/>
    <w:rsid w:val="0035474D"/>
    <w:rsid w:val="00356C9F"/>
    <w:rsid w:val="00357DDD"/>
    <w:rsid w:val="003603AD"/>
    <w:rsid w:val="003618E1"/>
    <w:rsid w:val="003623F5"/>
    <w:rsid w:val="0036297D"/>
    <w:rsid w:val="003636A9"/>
    <w:rsid w:val="00363862"/>
    <w:rsid w:val="00364687"/>
    <w:rsid w:val="00365616"/>
    <w:rsid w:val="00365E2A"/>
    <w:rsid w:val="00366311"/>
    <w:rsid w:val="00366FA6"/>
    <w:rsid w:val="00371679"/>
    <w:rsid w:val="00371984"/>
    <w:rsid w:val="00372437"/>
    <w:rsid w:val="003725F9"/>
    <w:rsid w:val="00373B5D"/>
    <w:rsid w:val="00374078"/>
    <w:rsid w:val="003770E1"/>
    <w:rsid w:val="00377662"/>
    <w:rsid w:val="00380599"/>
    <w:rsid w:val="003838F8"/>
    <w:rsid w:val="0038395E"/>
    <w:rsid w:val="003843D1"/>
    <w:rsid w:val="00386429"/>
    <w:rsid w:val="0038652D"/>
    <w:rsid w:val="00387198"/>
    <w:rsid w:val="00387D1F"/>
    <w:rsid w:val="00392976"/>
    <w:rsid w:val="0039358D"/>
    <w:rsid w:val="00394E18"/>
    <w:rsid w:val="0039574D"/>
    <w:rsid w:val="00395D59"/>
    <w:rsid w:val="003966AF"/>
    <w:rsid w:val="00396849"/>
    <w:rsid w:val="003A1749"/>
    <w:rsid w:val="003A1751"/>
    <w:rsid w:val="003A1CA9"/>
    <w:rsid w:val="003A2E70"/>
    <w:rsid w:val="003A3449"/>
    <w:rsid w:val="003A58AA"/>
    <w:rsid w:val="003A5DFF"/>
    <w:rsid w:val="003A6118"/>
    <w:rsid w:val="003A6182"/>
    <w:rsid w:val="003A726A"/>
    <w:rsid w:val="003A7412"/>
    <w:rsid w:val="003A7D73"/>
    <w:rsid w:val="003A7E92"/>
    <w:rsid w:val="003B0A38"/>
    <w:rsid w:val="003B47A1"/>
    <w:rsid w:val="003B5B64"/>
    <w:rsid w:val="003C04E5"/>
    <w:rsid w:val="003C299A"/>
    <w:rsid w:val="003C3E09"/>
    <w:rsid w:val="003C6C7F"/>
    <w:rsid w:val="003C6DBE"/>
    <w:rsid w:val="003D0008"/>
    <w:rsid w:val="003D087C"/>
    <w:rsid w:val="003D0F94"/>
    <w:rsid w:val="003D0FD1"/>
    <w:rsid w:val="003D13A6"/>
    <w:rsid w:val="003D3344"/>
    <w:rsid w:val="003D3A20"/>
    <w:rsid w:val="003D5879"/>
    <w:rsid w:val="003D6B4A"/>
    <w:rsid w:val="003D6E07"/>
    <w:rsid w:val="003D7913"/>
    <w:rsid w:val="003E1BD7"/>
    <w:rsid w:val="003E2038"/>
    <w:rsid w:val="003E2447"/>
    <w:rsid w:val="003E256F"/>
    <w:rsid w:val="003E2D0D"/>
    <w:rsid w:val="003E2D48"/>
    <w:rsid w:val="003E33B1"/>
    <w:rsid w:val="003E5CC9"/>
    <w:rsid w:val="003E7A59"/>
    <w:rsid w:val="003F250C"/>
    <w:rsid w:val="003F2554"/>
    <w:rsid w:val="003F5FC8"/>
    <w:rsid w:val="003F768D"/>
    <w:rsid w:val="004004B3"/>
    <w:rsid w:val="004005D6"/>
    <w:rsid w:val="00401FD1"/>
    <w:rsid w:val="00402B62"/>
    <w:rsid w:val="00403B4B"/>
    <w:rsid w:val="00403BA0"/>
    <w:rsid w:val="00404D46"/>
    <w:rsid w:val="004064E8"/>
    <w:rsid w:val="00406A7A"/>
    <w:rsid w:val="00407988"/>
    <w:rsid w:val="00407FF4"/>
    <w:rsid w:val="00411516"/>
    <w:rsid w:val="0041279C"/>
    <w:rsid w:val="00412C2B"/>
    <w:rsid w:val="004132EA"/>
    <w:rsid w:val="0041346C"/>
    <w:rsid w:val="00413CE0"/>
    <w:rsid w:val="00413D43"/>
    <w:rsid w:val="00416118"/>
    <w:rsid w:val="00416C0B"/>
    <w:rsid w:val="00420DE2"/>
    <w:rsid w:val="004251F9"/>
    <w:rsid w:val="004261C8"/>
    <w:rsid w:val="00431C48"/>
    <w:rsid w:val="004325BC"/>
    <w:rsid w:val="004327F5"/>
    <w:rsid w:val="0043461E"/>
    <w:rsid w:val="00434C62"/>
    <w:rsid w:val="00435941"/>
    <w:rsid w:val="004374EA"/>
    <w:rsid w:val="004411C7"/>
    <w:rsid w:val="004414D8"/>
    <w:rsid w:val="004428A1"/>
    <w:rsid w:val="004428F9"/>
    <w:rsid w:val="00442C41"/>
    <w:rsid w:val="00442F04"/>
    <w:rsid w:val="00444904"/>
    <w:rsid w:val="0044546D"/>
    <w:rsid w:val="0044636E"/>
    <w:rsid w:val="00446D97"/>
    <w:rsid w:val="00447C6C"/>
    <w:rsid w:val="00450506"/>
    <w:rsid w:val="00451BFF"/>
    <w:rsid w:val="00452861"/>
    <w:rsid w:val="00453765"/>
    <w:rsid w:val="00453BC2"/>
    <w:rsid w:val="00454586"/>
    <w:rsid w:val="004556A3"/>
    <w:rsid w:val="00457414"/>
    <w:rsid w:val="00460505"/>
    <w:rsid w:val="00460685"/>
    <w:rsid w:val="00461077"/>
    <w:rsid w:val="00461B05"/>
    <w:rsid w:val="00461DE4"/>
    <w:rsid w:val="00462BA9"/>
    <w:rsid w:val="00463032"/>
    <w:rsid w:val="00467271"/>
    <w:rsid w:val="00470EAF"/>
    <w:rsid w:val="00471E9A"/>
    <w:rsid w:val="0047332E"/>
    <w:rsid w:val="004742F4"/>
    <w:rsid w:val="00476BD4"/>
    <w:rsid w:val="00477D39"/>
    <w:rsid w:val="00480FBC"/>
    <w:rsid w:val="00481BD5"/>
    <w:rsid w:val="004828D6"/>
    <w:rsid w:val="00483025"/>
    <w:rsid w:val="00484518"/>
    <w:rsid w:val="00485C0A"/>
    <w:rsid w:val="00485E9D"/>
    <w:rsid w:val="004907CA"/>
    <w:rsid w:val="00490FBF"/>
    <w:rsid w:val="0049354D"/>
    <w:rsid w:val="00493F64"/>
    <w:rsid w:val="004946D6"/>
    <w:rsid w:val="0049725F"/>
    <w:rsid w:val="004A488E"/>
    <w:rsid w:val="004A666D"/>
    <w:rsid w:val="004A68A6"/>
    <w:rsid w:val="004A692C"/>
    <w:rsid w:val="004B20D3"/>
    <w:rsid w:val="004B2C5C"/>
    <w:rsid w:val="004B3092"/>
    <w:rsid w:val="004B5C72"/>
    <w:rsid w:val="004B787C"/>
    <w:rsid w:val="004C1A8E"/>
    <w:rsid w:val="004C521E"/>
    <w:rsid w:val="004C5955"/>
    <w:rsid w:val="004C656B"/>
    <w:rsid w:val="004C774C"/>
    <w:rsid w:val="004D0C4F"/>
    <w:rsid w:val="004D216F"/>
    <w:rsid w:val="004D2EBB"/>
    <w:rsid w:val="004D32E1"/>
    <w:rsid w:val="004D357A"/>
    <w:rsid w:val="004D4518"/>
    <w:rsid w:val="004D5DCA"/>
    <w:rsid w:val="004D5F42"/>
    <w:rsid w:val="004D72AA"/>
    <w:rsid w:val="004D79C7"/>
    <w:rsid w:val="004E0C5F"/>
    <w:rsid w:val="004E0EE4"/>
    <w:rsid w:val="004E16D6"/>
    <w:rsid w:val="004E4928"/>
    <w:rsid w:val="004E5BE1"/>
    <w:rsid w:val="004F05FD"/>
    <w:rsid w:val="004F0D04"/>
    <w:rsid w:val="004F1C66"/>
    <w:rsid w:val="004F2E89"/>
    <w:rsid w:val="004F34A4"/>
    <w:rsid w:val="004F5137"/>
    <w:rsid w:val="004F605E"/>
    <w:rsid w:val="004F7105"/>
    <w:rsid w:val="004F7831"/>
    <w:rsid w:val="004F7ABC"/>
    <w:rsid w:val="00500CF6"/>
    <w:rsid w:val="00502174"/>
    <w:rsid w:val="00504438"/>
    <w:rsid w:val="0050445F"/>
    <w:rsid w:val="00504C30"/>
    <w:rsid w:val="00505386"/>
    <w:rsid w:val="00505677"/>
    <w:rsid w:val="00505840"/>
    <w:rsid w:val="00506B01"/>
    <w:rsid w:val="00506E78"/>
    <w:rsid w:val="005074AF"/>
    <w:rsid w:val="005104F0"/>
    <w:rsid w:val="00510ECA"/>
    <w:rsid w:val="0051207F"/>
    <w:rsid w:val="00513993"/>
    <w:rsid w:val="00513B29"/>
    <w:rsid w:val="0051506F"/>
    <w:rsid w:val="00515C71"/>
    <w:rsid w:val="005161DF"/>
    <w:rsid w:val="0051722B"/>
    <w:rsid w:val="005210D4"/>
    <w:rsid w:val="00524261"/>
    <w:rsid w:val="005253D8"/>
    <w:rsid w:val="00525417"/>
    <w:rsid w:val="005269C8"/>
    <w:rsid w:val="00526BD3"/>
    <w:rsid w:val="00527DE6"/>
    <w:rsid w:val="00530537"/>
    <w:rsid w:val="005308A3"/>
    <w:rsid w:val="00531601"/>
    <w:rsid w:val="00531662"/>
    <w:rsid w:val="005317C7"/>
    <w:rsid w:val="00532580"/>
    <w:rsid w:val="0053330E"/>
    <w:rsid w:val="00533A06"/>
    <w:rsid w:val="005343F7"/>
    <w:rsid w:val="00536096"/>
    <w:rsid w:val="005362AB"/>
    <w:rsid w:val="005363B1"/>
    <w:rsid w:val="00536990"/>
    <w:rsid w:val="0053742C"/>
    <w:rsid w:val="00537DF1"/>
    <w:rsid w:val="00541F48"/>
    <w:rsid w:val="005423FA"/>
    <w:rsid w:val="005436FC"/>
    <w:rsid w:val="005447DA"/>
    <w:rsid w:val="00544AFF"/>
    <w:rsid w:val="00544E9F"/>
    <w:rsid w:val="0054544A"/>
    <w:rsid w:val="0054776C"/>
    <w:rsid w:val="005478A7"/>
    <w:rsid w:val="005500C1"/>
    <w:rsid w:val="0055039C"/>
    <w:rsid w:val="005508DA"/>
    <w:rsid w:val="00550EBB"/>
    <w:rsid w:val="0055416D"/>
    <w:rsid w:val="00554B3F"/>
    <w:rsid w:val="00555E34"/>
    <w:rsid w:val="00555E46"/>
    <w:rsid w:val="005563CA"/>
    <w:rsid w:val="00556CB9"/>
    <w:rsid w:val="00556D96"/>
    <w:rsid w:val="005602CA"/>
    <w:rsid w:val="00560C73"/>
    <w:rsid w:val="00560D9D"/>
    <w:rsid w:val="00561EFB"/>
    <w:rsid w:val="00563951"/>
    <w:rsid w:val="00563F47"/>
    <w:rsid w:val="0056415C"/>
    <w:rsid w:val="00564296"/>
    <w:rsid w:val="00566901"/>
    <w:rsid w:val="00566BC6"/>
    <w:rsid w:val="00566CF0"/>
    <w:rsid w:val="00567102"/>
    <w:rsid w:val="005724B3"/>
    <w:rsid w:val="00573378"/>
    <w:rsid w:val="0057394D"/>
    <w:rsid w:val="00575D32"/>
    <w:rsid w:val="005769B6"/>
    <w:rsid w:val="00576F9C"/>
    <w:rsid w:val="00577285"/>
    <w:rsid w:val="00581396"/>
    <w:rsid w:val="00582416"/>
    <w:rsid w:val="0058506B"/>
    <w:rsid w:val="005850DD"/>
    <w:rsid w:val="00585349"/>
    <w:rsid w:val="0058613A"/>
    <w:rsid w:val="005876AC"/>
    <w:rsid w:val="00590560"/>
    <w:rsid w:val="005916FE"/>
    <w:rsid w:val="00591B7F"/>
    <w:rsid w:val="0059231E"/>
    <w:rsid w:val="005924A8"/>
    <w:rsid w:val="00593983"/>
    <w:rsid w:val="005959D2"/>
    <w:rsid w:val="00596F22"/>
    <w:rsid w:val="005976BE"/>
    <w:rsid w:val="005A0162"/>
    <w:rsid w:val="005A1FDF"/>
    <w:rsid w:val="005A3791"/>
    <w:rsid w:val="005A5A6E"/>
    <w:rsid w:val="005A7AE2"/>
    <w:rsid w:val="005A7EAE"/>
    <w:rsid w:val="005B0284"/>
    <w:rsid w:val="005B14EC"/>
    <w:rsid w:val="005B16A5"/>
    <w:rsid w:val="005B32E6"/>
    <w:rsid w:val="005B431E"/>
    <w:rsid w:val="005B440F"/>
    <w:rsid w:val="005B44B4"/>
    <w:rsid w:val="005B4857"/>
    <w:rsid w:val="005B514C"/>
    <w:rsid w:val="005B532A"/>
    <w:rsid w:val="005B5498"/>
    <w:rsid w:val="005B5934"/>
    <w:rsid w:val="005B7FFC"/>
    <w:rsid w:val="005C098B"/>
    <w:rsid w:val="005C0A97"/>
    <w:rsid w:val="005C0D1C"/>
    <w:rsid w:val="005C1219"/>
    <w:rsid w:val="005C1AA1"/>
    <w:rsid w:val="005C264B"/>
    <w:rsid w:val="005C27CF"/>
    <w:rsid w:val="005C2E20"/>
    <w:rsid w:val="005C346D"/>
    <w:rsid w:val="005C35FF"/>
    <w:rsid w:val="005C380E"/>
    <w:rsid w:val="005C4336"/>
    <w:rsid w:val="005C58C1"/>
    <w:rsid w:val="005C693A"/>
    <w:rsid w:val="005C7152"/>
    <w:rsid w:val="005C7852"/>
    <w:rsid w:val="005D1381"/>
    <w:rsid w:val="005D1584"/>
    <w:rsid w:val="005D235A"/>
    <w:rsid w:val="005D2BD2"/>
    <w:rsid w:val="005D4AC6"/>
    <w:rsid w:val="005D6360"/>
    <w:rsid w:val="005D6B1C"/>
    <w:rsid w:val="005D6F9E"/>
    <w:rsid w:val="005D7017"/>
    <w:rsid w:val="005D7321"/>
    <w:rsid w:val="005E0536"/>
    <w:rsid w:val="005E2608"/>
    <w:rsid w:val="005E33BB"/>
    <w:rsid w:val="005E3A48"/>
    <w:rsid w:val="005E3FDE"/>
    <w:rsid w:val="005E45EC"/>
    <w:rsid w:val="005E580E"/>
    <w:rsid w:val="005E5A14"/>
    <w:rsid w:val="005E5E40"/>
    <w:rsid w:val="005E61AF"/>
    <w:rsid w:val="005E620E"/>
    <w:rsid w:val="005E6BBF"/>
    <w:rsid w:val="005E6CF0"/>
    <w:rsid w:val="005E7991"/>
    <w:rsid w:val="005F170D"/>
    <w:rsid w:val="005F18E6"/>
    <w:rsid w:val="005F2183"/>
    <w:rsid w:val="005F2972"/>
    <w:rsid w:val="005F3615"/>
    <w:rsid w:val="005F70D7"/>
    <w:rsid w:val="005F7CFE"/>
    <w:rsid w:val="00600986"/>
    <w:rsid w:val="00601542"/>
    <w:rsid w:val="0060185F"/>
    <w:rsid w:val="0060225B"/>
    <w:rsid w:val="00602B27"/>
    <w:rsid w:val="006036E5"/>
    <w:rsid w:val="00606685"/>
    <w:rsid w:val="006067CD"/>
    <w:rsid w:val="00607887"/>
    <w:rsid w:val="00607996"/>
    <w:rsid w:val="006102F4"/>
    <w:rsid w:val="006104FF"/>
    <w:rsid w:val="00612722"/>
    <w:rsid w:val="006136E9"/>
    <w:rsid w:val="006139DE"/>
    <w:rsid w:val="00613C07"/>
    <w:rsid w:val="00613FC5"/>
    <w:rsid w:val="00615967"/>
    <w:rsid w:val="00616CE5"/>
    <w:rsid w:val="00617088"/>
    <w:rsid w:val="006211AF"/>
    <w:rsid w:val="0062233F"/>
    <w:rsid w:val="0062262D"/>
    <w:rsid w:val="006247D7"/>
    <w:rsid w:val="006249CB"/>
    <w:rsid w:val="00625020"/>
    <w:rsid w:val="006254D6"/>
    <w:rsid w:val="006254FD"/>
    <w:rsid w:val="00626035"/>
    <w:rsid w:val="00626568"/>
    <w:rsid w:val="006317A4"/>
    <w:rsid w:val="00631CFA"/>
    <w:rsid w:val="0063225A"/>
    <w:rsid w:val="00635436"/>
    <w:rsid w:val="00636CC7"/>
    <w:rsid w:val="00644FDA"/>
    <w:rsid w:val="00646091"/>
    <w:rsid w:val="00647B4F"/>
    <w:rsid w:val="00647BE9"/>
    <w:rsid w:val="00647E45"/>
    <w:rsid w:val="006500CF"/>
    <w:rsid w:val="006500E7"/>
    <w:rsid w:val="0065043D"/>
    <w:rsid w:val="00650924"/>
    <w:rsid w:val="00651431"/>
    <w:rsid w:val="0065363C"/>
    <w:rsid w:val="00654658"/>
    <w:rsid w:val="00655337"/>
    <w:rsid w:val="00655C68"/>
    <w:rsid w:val="00657D65"/>
    <w:rsid w:val="00660F2B"/>
    <w:rsid w:val="00661E37"/>
    <w:rsid w:val="0066369E"/>
    <w:rsid w:val="006638A9"/>
    <w:rsid w:val="00663B8E"/>
    <w:rsid w:val="00664740"/>
    <w:rsid w:val="00664EE9"/>
    <w:rsid w:val="00664F16"/>
    <w:rsid w:val="006667BA"/>
    <w:rsid w:val="00667901"/>
    <w:rsid w:val="00670F37"/>
    <w:rsid w:val="00671B5E"/>
    <w:rsid w:val="00672174"/>
    <w:rsid w:val="00672754"/>
    <w:rsid w:val="0067374C"/>
    <w:rsid w:val="006738CD"/>
    <w:rsid w:val="006742C8"/>
    <w:rsid w:val="006748C9"/>
    <w:rsid w:val="00675E62"/>
    <w:rsid w:val="00676311"/>
    <w:rsid w:val="0067681C"/>
    <w:rsid w:val="00677188"/>
    <w:rsid w:val="00677547"/>
    <w:rsid w:val="00682029"/>
    <w:rsid w:val="0068255E"/>
    <w:rsid w:val="0068626B"/>
    <w:rsid w:val="006878CA"/>
    <w:rsid w:val="00694446"/>
    <w:rsid w:val="006956C8"/>
    <w:rsid w:val="006956F7"/>
    <w:rsid w:val="00695A57"/>
    <w:rsid w:val="006A0B56"/>
    <w:rsid w:val="006A0D14"/>
    <w:rsid w:val="006A0E3D"/>
    <w:rsid w:val="006A2E01"/>
    <w:rsid w:val="006A35F6"/>
    <w:rsid w:val="006A3811"/>
    <w:rsid w:val="006A3B23"/>
    <w:rsid w:val="006A3B45"/>
    <w:rsid w:val="006A4E7B"/>
    <w:rsid w:val="006A5005"/>
    <w:rsid w:val="006A594E"/>
    <w:rsid w:val="006A5AD4"/>
    <w:rsid w:val="006A664A"/>
    <w:rsid w:val="006A6749"/>
    <w:rsid w:val="006A758B"/>
    <w:rsid w:val="006A789D"/>
    <w:rsid w:val="006A7DFF"/>
    <w:rsid w:val="006B0510"/>
    <w:rsid w:val="006B0992"/>
    <w:rsid w:val="006B32D6"/>
    <w:rsid w:val="006B40A0"/>
    <w:rsid w:val="006B42EC"/>
    <w:rsid w:val="006B6B21"/>
    <w:rsid w:val="006B7FA7"/>
    <w:rsid w:val="006C2F23"/>
    <w:rsid w:val="006C3938"/>
    <w:rsid w:val="006C4DB2"/>
    <w:rsid w:val="006C5771"/>
    <w:rsid w:val="006C60F1"/>
    <w:rsid w:val="006C6DAC"/>
    <w:rsid w:val="006C76DC"/>
    <w:rsid w:val="006D06DF"/>
    <w:rsid w:val="006D262C"/>
    <w:rsid w:val="006D3886"/>
    <w:rsid w:val="006D6160"/>
    <w:rsid w:val="006D64BC"/>
    <w:rsid w:val="006D768B"/>
    <w:rsid w:val="006E054B"/>
    <w:rsid w:val="006E1797"/>
    <w:rsid w:val="006E2781"/>
    <w:rsid w:val="006E3D88"/>
    <w:rsid w:val="006E4562"/>
    <w:rsid w:val="006E7C8B"/>
    <w:rsid w:val="006F09DC"/>
    <w:rsid w:val="006F0A71"/>
    <w:rsid w:val="006F2EAD"/>
    <w:rsid w:val="006F3FA6"/>
    <w:rsid w:val="006F4EBE"/>
    <w:rsid w:val="006F5553"/>
    <w:rsid w:val="007003A9"/>
    <w:rsid w:val="007003E8"/>
    <w:rsid w:val="00700509"/>
    <w:rsid w:val="00700B18"/>
    <w:rsid w:val="00703093"/>
    <w:rsid w:val="0070344F"/>
    <w:rsid w:val="00704595"/>
    <w:rsid w:val="00706787"/>
    <w:rsid w:val="007067C9"/>
    <w:rsid w:val="0070697C"/>
    <w:rsid w:val="00706B69"/>
    <w:rsid w:val="00707908"/>
    <w:rsid w:val="007118B2"/>
    <w:rsid w:val="00712568"/>
    <w:rsid w:val="00712DB7"/>
    <w:rsid w:val="00714B51"/>
    <w:rsid w:val="00714B8D"/>
    <w:rsid w:val="00715E90"/>
    <w:rsid w:val="00716AAD"/>
    <w:rsid w:val="00717659"/>
    <w:rsid w:val="007207D3"/>
    <w:rsid w:val="00720BDC"/>
    <w:rsid w:val="0072112A"/>
    <w:rsid w:val="007237C1"/>
    <w:rsid w:val="007237F8"/>
    <w:rsid w:val="00724038"/>
    <w:rsid w:val="0072547A"/>
    <w:rsid w:val="0072731A"/>
    <w:rsid w:val="007302E3"/>
    <w:rsid w:val="00730668"/>
    <w:rsid w:val="007309B7"/>
    <w:rsid w:val="0073196D"/>
    <w:rsid w:val="00732B8B"/>
    <w:rsid w:val="00734114"/>
    <w:rsid w:val="00734AFA"/>
    <w:rsid w:val="007352F7"/>
    <w:rsid w:val="007356DC"/>
    <w:rsid w:val="00736486"/>
    <w:rsid w:val="0074064E"/>
    <w:rsid w:val="00740C3A"/>
    <w:rsid w:val="007418B0"/>
    <w:rsid w:val="00743CE3"/>
    <w:rsid w:val="00743D5B"/>
    <w:rsid w:val="00744E52"/>
    <w:rsid w:val="007451C1"/>
    <w:rsid w:val="007455CE"/>
    <w:rsid w:val="00746F3A"/>
    <w:rsid w:val="00746F8C"/>
    <w:rsid w:val="00747C3F"/>
    <w:rsid w:val="00752F22"/>
    <w:rsid w:val="00753DEA"/>
    <w:rsid w:val="00754A90"/>
    <w:rsid w:val="00754E67"/>
    <w:rsid w:val="007553D1"/>
    <w:rsid w:val="00755B09"/>
    <w:rsid w:val="007570B4"/>
    <w:rsid w:val="00760BD3"/>
    <w:rsid w:val="00760FF7"/>
    <w:rsid w:val="007650B7"/>
    <w:rsid w:val="00765E54"/>
    <w:rsid w:val="00766F8E"/>
    <w:rsid w:val="00770C0E"/>
    <w:rsid w:val="00770F2A"/>
    <w:rsid w:val="00770F2E"/>
    <w:rsid w:val="0077170C"/>
    <w:rsid w:val="007723C7"/>
    <w:rsid w:val="00772CF1"/>
    <w:rsid w:val="00775300"/>
    <w:rsid w:val="007763D8"/>
    <w:rsid w:val="00776F64"/>
    <w:rsid w:val="00777D17"/>
    <w:rsid w:val="007801B3"/>
    <w:rsid w:val="0078122E"/>
    <w:rsid w:val="00782197"/>
    <w:rsid w:val="007827C8"/>
    <w:rsid w:val="00782B89"/>
    <w:rsid w:val="007835E8"/>
    <w:rsid w:val="00783963"/>
    <w:rsid w:val="00784D0E"/>
    <w:rsid w:val="00784E94"/>
    <w:rsid w:val="00785625"/>
    <w:rsid w:val="00786050"/>
    <w:rsid w:val="0079122F"/>
    <w:rsid w:val="00793450"/>
    <w:rsid w:val="00794F8E"/>
    <w:rsid w:val="0079686B"/>
    <w:rsid w:val="00797B84"/>
    <w:rsid w:val="00797E27"/>
    <w:rsid w:val="007A10B4"/>
    <w:rsid w:val="007A4E55"/>
    <w:rsid w:val="007A5262"/>
    <w:rsid w:val="007A58AD"/>
    <w:rsid w:val="007A5DCD"/>
    <w:rsid w:val="007A6608"/>
    <w:rsid w:val="007A7DE7"/>
    <w:rsid w:val="007B19BE"/>
    <w:rsid w:val="007B3A0A"/>
    <w:rsid w:val="007B4320"/>
    <w:rsid w:val="007B4749"/>
    <w:rsid w:val="007B4B0B"/>
    <w:rsid w:val="007B72D8"/>
    <w:rsid w:val="007B7807"/>
    <w:rsid w:val="007B7DC9"/>
    <w:rsid w:val="007C03DA"/>
    <w:rsid w:val="007C12DF"/>
    <w:rsid w:val="007C20D6"/>
    <w:rsid w:val="007C2D30"/>
    <w:rsid w:val="007C4DB1"/>
    <w:rsid w:val="007C5BAB"/>
    <w:rsid w:val="007C6844"/>
    <w:rsid w:val="007C6944"/>
    <w:rsid w:val="007C6FAC"/>
    <w:rsid w:val="007D15CA"/>
    <w:rsid w:val="007D16D2"/>
    <w:rsid w:val="007D2009"/>
    <w:rsid w:val="007D504D"/>
    <w:rsid w:val="007D6D87"/>
    <w:rsid w:val="007D6DCF"/>
    <w:rsid w:val="007D7291"/>
    <w:rsid w:val="007E08D8"/>
    <w:rsid w:val="007E1729"/>
    <w:rsid w:val="007E1EDF"/>
    <w:rsid w:val="007E31D0"/>
    <w:rsid w:val="007E36EC"/>
    <w:rsid w:val="007E53A6"/>
    <w:rsid w:val="007E5445"/>
    <w:rsid w:val="007E5A5E"/>
    <w:rsid w:val="007E6AF3"/>
    <w:rsid w:val="007E769E"/>
    <w:rsid w:val="007E7C35"/>
    <w:rsid w:val="007F1AF5"/>
    <w:rsid w:val="007F31E1"/>
    <w:rsid w:val="007F37A8"/>
    <w:rsid w:val="007F37F3"/>
    <w:rsid w:val="007F6237"/>
    <w:rsid w:val="007F7543"/>
    <w:rsid w:val="007F79AE"/>
    <w:rsid w:val="00801B0D"/>
    <w:rsid w:val="0080200F"/>
    <w:rsid w:val="00803FCD"/>
    <w:rsid w:val="00804534"/>
    <w:rsid w:val="00804FEC"/>
    <w:rsid w:val="00806364"/>
    <w:rsid w:val="00806B12"/>
    <w:rsid w:val="00810DFE"/>
    <w:rsid w:val="00812709"/>
    <w:rsid w:val="00812B93"/>
    <w:rsid w:val="00812D72"/>
    <w:rsid w:val="008143B4"/>
    <w:rsid w:val="0081443B"/>
    <w:rsid w:val="00814566"/>
    <w:rsid w:val="00817D63"/>
    <w:rsid w:val="0082008D"/>
    <w:rsid w:val="00821710"/>
    <w:rsid w:val="00821963"/>
    <w:rsid w:val="00822121"/>
    <w:rsid w:val="00825700"/>
    <w:rsid w:val="0082572F"/>
    <w:rsid w:val="008267DF"/>
    <w:rsid w:val="008278CC"/>
    <w:rsid w:val="00827E44"/>
    <w:rsid w:val="00830974"/>
    <w:rsid w:val="008317C9"/>
    <w:rsid w:val="00831AEC"/>
    <w:rsid w:val="00833AEA"/>
    <w:rsid w:val="00834341"/>
    <w:rsid w:val="008348A1"/>
    <w:rsid w:val="00834CD0"/>
    <w:rsid w:val="00835817"/>
    <w:rsid w:val="00835908"/>
    <w:rsid w:val="00840F84"/>
    <w:rsid w:val="0084266F"/>
    <w:rsid w:val="00843659"/>
    <w:rsid w:val="00843B74"/>
    <w:rsid w:val="00843ED9"/>
    <w:rsid w:val="00844E0C"/>
    <w:rsid w:val="00846C35"/>
    <w:rsid w:val="0084724B"/>
    <w:rsid w:val="00847624"/>
    <w:rsid w:val="0084785D"/>
    <w:rsid w:val="008504A6"/>
    <w:rsid w:val="00850E4E"/>
    <w:rsid w:val="00851FB5"/>
    <w:rsid w:val="00852CA9"/>
    <w:rsid w:val="00852E71"/>
    <w:rsid w:val="00853BFD"/>
    <w:rsid w:val="008564F7"/>
    <w:rsid w:val="00857F26"/>
    <w:rsid w:val="008611D4"/>
    <w:rsid w:val="00861E4E"/>
    <w:rsid w:val="00861E8A"/>
    <w:rsid w:val="008637CC"/>
    <w:rsid w:val="00864774"/>
    <w:rsid w:val="0086488E"/>
    <w:rsid w:val="00866E0A"/>
    <w:rsid w:val="00866E9E"/>
    <w:rsid w:val="00867DB1"/>
    <w:rsid w:val="00871E78"/>
    <w:rsid w:val="0087239F"/>
    <w:rsid w:val="008750D2"/>
    <w:rsid w:val="0087548B"/>
    <w:rsid w:val="008805FE"/>
    <w:rsid w:val="008816C0"/>
    <w:rsid w:val="008835D1"/>
    <w:rsid w:val="008839E8"/>
    <w:rsid w:val="00884986"/>
    <w:rsid w:val="00884B2E"/>
    <w:rsid w:val="00885366"/>
    <w:rsid w:val="0088586F"/>
    <w:rsid w:val="00885CE7"/>
    <w:rsid w:val="00886970"/>
    <w:rsid w:val="00887714"/>
    <w:rsid w:val="00887BE9"/>
    <w:rsid w:val="008926E0"/>
    <w:rsid w:val="00893ED5"/>
    <w:rsid w:val="0089432B"/>
    <w:rsid w:val="00895EF8"/>
    <w:rsid w:val="00896022"/>
    <w:rsid w:val="0089722F"/>
    <w:rsid w:val="0089792D"/>
    <w:rsid w:val="00897BF0"/>
    <w:rsid w:val="008A0850"/>
    <w:rsid w:val="008A0B40"/>
    <w:rsid w:val="008A2433"/>
    <w:rsid w:val="008A2AEC"/>
    <w:rsid w:val="008A6D32"/>
    <w:rsid w:val="008B001C"/>
    <w:rsid w:val="008B0773"/>
    <w:rsid w:val="008B1FA5"/>
    <w:rsid w:val="008B4798"/>
    <w:rsid w:val="008B5D82"/>
    <w:rsid w:val="008B6697"/>
    <w:rsid w:val="008C0C00"/>
    <w:rsid w:val="008C0D29"/>
    <w:rsid w:val="008C2132"/>
    <w:rsid w:val="008C2A5E"/>
    <w:rsid w:val="008C30D7"/>
    <w:rsid w:val="008C3C4F"/>
    <w:rsid w:val="008C4429"/>
    <w:rsid w:val="008C5106"/>
    <w:rsid w:val="008C6DB9"/>
    <w:rsid w:val="008D0E55"/>
    <w:rsid w:val="008D1F8A"/>
    <w:rsid w:val="008D2121"/>
    <w:rsid w:val="008D518E"/>
    <w:rsid w:val="008D66BF"/>
    <w:rsid w:val="008D68FF"/>
    <w:rsid w:val="008D6AD5"/>
    <w:rsid w:val="008E11E6"/>
    <w:rsid w:val="008E1586"/>
    <w:rsid w:val="008E278D"/>
    <w:rsid w:val="008E28AE"/>
    <w:rsid w:val="008E2A6A"/>
    <w:rsid w:val="008E2EFC"/>
    <w:rsid w:val="008E3303"/>
    <w:rsid w:val="008E3FC3"/>
    <w:rsid w:val="008E52DC"/>
    <w:rsid w:val="008E5590"/>
    <w:rsid w:val="008F0E2E"/>
    <w:rsid w:val="008F2B04"/>
    <w:rsid w:val="008F34F8"/>
    <w:rsid w:val="008F69EB"/>
    <w:rsid w:val="008F77E7"/>
    <w:rsid w:val="00901225"/>
    <w:rsid w:val="009023BF"/>
    <w:rsid w:val="009037C1"/>
    <w:rsid w:val="009042A0"/>
    <w:rsid w:val="00905409"/>
    <w:rsid w:val="00905661"/>
    <w:rsid w:val="009064D4"/>
    <w:rsid w:val="009065AC"/>
    <w:rsid w:val="0090744E"/>
    <w:rsid w:val="009077FA"/>
    <w:rsid w:val="009078C0"/>
    <w:rsid w:val="00907BE1"/>
    <w:rsid w:val="00907DC7"/>
    <w:rsid w:val="00915C33"/>
    <w:rsid w:val="0091644A"/>
    <w:rsid w:val="0092124B"/>
    <w:rsid w:val="0092180E"/>
    <w:rsid w:val="00924857"/>
    <w:rsid w:val="009249BF"/>
    <w:rsid w:val="00926482"/>
    <w:rsid w:val="00926503"/>
    <w:rsid w:val="00927345"/>
    <w:rsid w:val="009303D8"/>
    <w:rsid w:val="00932171"/>
    <w:rsid w:val="009321C5"/>
    <w:rsid w:val="009322DF"/>
    <w:rsid w:val="00932A35"/>
    <w:rsid w:val="00933B25"/>
    <w:rsid w:val="00933F21"/>
    <w:rsid w:val="00934E30"/>
    <w:rsid w:val="0093626E"/>
    <w:rsid w:val="00937FF8"/>
    <w:rsid w:val="00940FE6"/>
    <w:rsid w:val="0094184F"/>
    <w:rsid w:val="00943192"/>
    <w:rsid w:val="00943A59"/>
    <w:rsid w:val="009476E7"/>
    <w:rsid w:val="00947F04"/>
    <w:rsid w:val="00952E75"/>
    <w:rsid w:val="00953312"/>
    <w:rsid w:val="0095432E"/>
    <w:rsid w:val="009543DD"/>
    <w:rsid w:val="00955521"/>
    <w:rsid w:val="00962115"/>
    <w:rsid w:val="009627E4"/>
    <w:rsid w:val="00962ABE"/>
    <w:rsid w:val="00963C64"/>
    <w:rsid w:val="00964F1C"/>
    <w:rsid w:val="009656E0"/>
    <w:rsid w:val="009658A9"/>
    <w:rsid w:val="00966CE4"/>
    <w:rsid w:val="009670C8"/>
    <w:rsid w:val="00967E59"/>
    <w:rsid w:val="0097021A"/>
    <w:rsid w:val="00970B7D"/>
    <w:rsid w:val="0097192F"/>
    <w:rsid w:val="00973782"/>
    <w:rsid w:val="00974F56"/>
    <w:rsid w:val="00976154"/>
    <w:rsid w:val="00977FCA"/>
    <w:rsid w:val="00980BE3"/>
    <w:rsid w:val="00982DCA"/>
    <w:rsid w:val="0098320F"/>
    <w:rsid w:val="00983D34"/>
    <w:rsid w:val="009843B9"/>
    <w:rsid w:val="009847C2"/>
    <w:rsid w:val="009850CF"/>
    <w:rsid w:val="009858C8"/>
    <w:rsid w:val="00985A93"/>
    <w:rsid w:val="0098705D"/>
    <w:rsid w:val="0098785C"/>
    <w:rsid w:val="00987CB7"/>
    <w:rsid w:val="00990A31"/>
    <w:rsid w:val="009921F1"/>
    <w:rsid w:val="009937FB"/>
    <w:rsid w:val="00993F49"/>
    <w:rsid w:val="00994EC6"/>
    <w:rsid w:val="00995DB8"/>
    <w:rsid w:val="0099696C"/>
    <w:rsid w:val="00997062"/>
    <w:rsid w:val="009A01C3"/>
    <w:rsid w:val="009A0CAE"/>
    <w:rsid w:val="009A0F23"/>
    <w:rsid w:val="009A1201"/>
    <w:rsid w:val="009A20BE"/>
    <w:rsid w:val="009A252F"/>
    <w:rsid w:val="009A3A3A"/>
    <w:rsid w:val="009A7F3D"/>
    <w:rsid w:val="009B425A"/>
    <w:rsid w:val="009C04C3"/>
    <w:rsid w:val="009C0BA9"/>
    <w:rsid w:val="009C0EE3"/>
    <w:rsid w:val="009C0FA8"/>
    <w:rsid w:val="009C1B25"/>
    <w:rsid w:val="009C1CD0"/>
    <w:rsid w:val="009C4E76"/>
    <w:rsid w:val="009C566C"/>
    <w:rsid w:val="009C5C6F"/>
    <w:rsid w:val="009C6BD2"/>
    <w:rsid w:val="009D07EC"/>
    <w:rsid w:val="009D1A97"/>
    <w:rsid w:val="009D2156"/>
    <w:rsid w:val="009D3BB5"/>
    <w:rsid w:val="009D4F02"/>
    <w:rsid w:val="009D5BC5"/>
    <w:rsid w:val="009E01C6"/>
    <w:rsid w:val="009E170D"/>
    <w:rsid w:val="009E3474"/>
    <w:rsid w:val="009E3A81"/>
    <w:rsid w:val="009E4738"/>
    <w:rsid w:val="009E506B"/>
    <w:rsid w:val="009E52EA"/>
    <w:rsid w:val="009E63C0"/>
    <w:rsid w:val="009E7E4F"/>
    <w:rsid w:val="009F0537"/>
    <w:rsid w:val="009F0B74"/>
    <w:rsid w:val="009F1A23"/>
    <w:rsid w:val="009F23E3"/>
    <w:rsid w:val="009F287C"/>
    <w:rsid w:val="009F368C"/>
    <w:rsid w:val="009F4753"/>
    <w:rsid w:val="009F56EF"/>
    <w:rsid w:val="009F5CA2"/>
    <w:rsid w:val="009F6ECD"/>
    <w:rsid w:val="009F7EC7"/>
    <w:rsid w:val="00A01885"/>
    <w:rsid w:val="00A04032"/>
    <w:rsid w:val="00A04494"/>
    <w:rsid w:val="00A06223"/>
    <w:rsid w:val="00A0627C"/>
    <w:rsid w:val="00A10307"/>
    <w:rsid w:val="00A11895"/>
    <w:rsid w:val="00A1270B"/>
    <w:rsid w:val="00A144C5"/>
    <w:rsid w:val="00A163CC"/>
    <w:rsid w:val="00A205C1"/>
    <w:rsid w:val="00A20616"/>
    <w:rsid w:val="00A208BE"/>
    <w:rsid w:val="00A2229B"/>
    <w:rsid w:val="00A22950"/>
    <w:rsid w:val="00A23771"/>
    <w:rsid w:val="00A24218"/>
    <w:rsid w:val="00A242F8"/>
    <w:rsid w:val="00A267C2"/>
    <w:rsid w:val="00A302AE"/>
    <w:rsid w:val="00A310A4"/>
    <w:rsid w:val="00A32B25"/>
    <w:rsid w:val="00A32DF5"/>
    <w:rsid w:val="00A33919"/>
    <w:rsid w:val="00A34C56"/>
    <w:rsid w:val="00A362C5"/>
    <w:rsid w:val="00A37BF7"/>
    <w:rsid w:val="00A4038A"/>
    <w:rsid w:val="00A407F0"/>
    <w:rsid w:val="00A40D4F"/>
    <w:rsid w:val="00A446CE"/>
    <w:rsid w:val="00A460EF"/>
    <w:rsid w:val="00A4629B"/>
    <w:rsid w:val="00A46F68"/>
    <w:rsid w:val="00A46FC5"/>
    <w:rsid w:val="00A476CD"/>
    <w:rsid w:val="00A50683"/>
    <w:rsid w:val="00A50FC2"/>
    <w:rsid w:val="00A51E49"/>
    <w:rsid w:val="00A52098"/>
    <w:rsid w:val="00A52180"/>
    <w:rsid w:val="00A5265D"/>
    <w:rsid w:val="00A53262"/>
    <w:rsid w:val="00A53604"/>
    <w:rsid w:val="00A54507"/>
    <w:rsid w:val="00A546CD"/>
    <w:rsid w:val="00A55E34"/>
    <w:rsid w:val="00A5775F"/>
    <w:rsid w:val="00A6144F"/>
    <w:rsid w:val="00A633D7"/>
    <w:rsid w:val="00A63A9D"/>
    <w:rsid w:val="00A651B6"/>
    <w:rsid w:val="00A65724"/>
    <w:rsid w:val="00A6592A"/>
    <w:rsid w:val="00A72D29"/>
    <w:rsid w:val="00A73ED2"/>
    <w:rsid w:val="00A75618"/>
    <w:rsid w:val="00A75BAE"/>
    <w:rsid w:val="00A76024"/>
    <w:rsid w:val="00A77BED"/>
    <w:rsid w:val="00A81172"/>
    <w:rsid w:val="00A81458"/>
    <w:rsid w:val="00A82777"/>
    <w:rsid w:val="00A8298F"/>
    <w:rsid w:val="00A8312A"/>
    <w:rsid w:val="00A83B57"/>
    <w:rsid w:val="00A8407D"/>
    <w:rsid w:val="00A855EB"/>
    <w:rsid w:val="00A85A04"/>
    <w:rsid w:val="00A86335"/>
    <w:rsid w:val="00A86384"/>
    <w:rsid w:val="00A865E5"/>
    <w:rsid w:val="00A87A51"/>
    <w:rsid w:val="00A92166"/>
    <w:rsid w:val="00A92537"/>
    <w:rsid w:val="00A92914"/>
    <w:rsid w:val="00A92EA3"/>
    <w:rsid w:val="00A9476A"/>
    <w:rsid w:val="00A94E1D"/>
    <w:rsid w:val="00A95987"/>
    <w:rsid w:val="00A96490"/>
    <w:rsid w:val="00A97E70"/>
    <w:rsid w:val="00AA0489"/>
    <w:rsid w:val="00AA09E7"/>
    <w:rsid w:val="00AA0D4C"/>
    <w:rsid w:val="00AA0FCF"/>
    <w:rsid w:val="00AA186A"/>
    <w:rsid w:val="00AA1A56"/>
    <w:rsid w:val="00AA34E1"/>
    <w:rsid w:val="00AA353B"/>
    <w:rsid w:val="00AB1047"/>
    <w:rsid w:val="00AB2594"/>
    <w:rsid w:val="00AB26ED"/>
    <w:rsid w:val="00AB2B28"/>
    <w:rsid w:val="00AB417E"/>
    <w:rsid w:val="00AB4A89"/>
    <w:rsid w:val="00AB60B7"/>
    <w:rsid w:val="00AB6C13"/>
    <w:rsid w:val="00AB7E97"/>
    <w:rsid w:val="00AB7F73"/>
    <w:rsid w:val="00AC0859"/>
    <w:rsid w:val="00AC08CD"/>
    <w:rsid w:val="00AC106A"/>
    <w:rsid w:val="00AC1227"/>
    <w:rsid w:val="00AC1BF8"/>
    <w:rsid w:val="00AC37E1"/>
    <w:rsid w:val="00AC3AA2"/>
    <w:rsid w:val="00AC457C"/>
    <w:rsid w:val="00AC459D"/>
    <w:rsid w:val="00AC7963"/>
    <w:rsid w:val="00AC7F3A"/>
    <w:rsid w:val="00AD182D"/>
    <w:rsid w:val="00AD1D56"/>
    <w:rsid w:val="00AD1E3E"/>
    <w:rsid w:val="00AD22C0"/>
    <w:rsid w:val="00AD632A"/>
    <w:rsid w:val="00AD64C5"/>
    <w:rsid w:val="00AD64E8"/>
    <w:rsid w:val="00AD66A7"/>
    <w:rsid w:val="00AD7B75"/>
    <w:rsid w:val="00AE2C42"/>
    <w:rsid w:val="00AE2F57"/>
    <w:rsid w:val="00AE3615"/>
    <w:rsid w:val="00AE4FB6"/>
    <w:rsid w:val="00AE5748"/>
    <w:rsid w:val="00AE5E35"/>
    <w:rsid w:val="00AE68AF"/>
    <w:rsid w:val="00AF0235"/>
    <w:rsid w:val="00AF0987"/>
    <w:rsid w:val="00AF1155"/>
    <w:rsid w:val="00AF3921"/>
    <w:rsid w:val="00AF6476"/>
    <w:rsid w:val="00AF73BA"/>
    <w:rsid w:val="00AF76F1"/>
    <w:rsid w:val="00B00861"/>
    <w:rsid w:val="00B00F8F"/>
    <w:rsid w:val="00B01508"/>
    <w:rsid w:val="00B02667"/>
    <w:rsid w:val="00B02DFD"/>
    <w:rsid w:val="00B036A5"/>
    <w:rsid w:val="00B03A01"/>
    <w:rsid w:val="00B03A2B"/>
    <w:rsid w:val="00B0578F"/>
    <w:rsid w:val="00B06B99"/>
    <w:rsid w:val="00B07154"/>
    <w:rsid w:val="00B07EE3"/>
    <w:rsid w:val="00B107C7"/>
    <w:rsid w:val="00B11325"/>
    <w:rsid w:val="00B11882"/>
    <w:rsid w:val="00B12FC2"/>
    <w:rsid w:val="00B13A22"/>
    <w:rsid w:val="00B13B3B"/>
    <w:rsid w:val="00B14D18"/>
    <w:rsid w:val="00B20454"/>
    <w:rsid w:val="00B21B1B"/>
    <w:rsid w:val="00B2288B"/>
    <w:rsid w:val="00B235A6"/>
    <w:rsid w:val="00B25DF5"/>
    <w:rsid w:val="00B26CD7"/>
    <w:rsid w:val="00B26D73"/>
    <w:rsid w:val="00B30A70"/>
    <w:rsid w:val="00B30A97"/>
    <w:rsid w:val="00B31E79"/>
    <w:rsid w:val="00B35C00"/>
    <w:rsid w:val="00B363BE"/>
    <w:rsid w:val="00B4090D"/>
    <w:rsid w:val="00B4284B"/>
    <w:rsid w:val="00B42E12"/>
    <w:rsid w:val="00B443AB"/>
    <w:rsid w:val="00B45667"/>
    <w:rsid w:val="00B4654A"/>
    <w:rsid w:val="00B47EDD"/>
    <w:rsid w:val="00B51291"/>
    <w:rsid w:val="00B51690"/>
    <w:rsid w:val="00B52EF6"/>
    <w:rsid w:val="00B53BB7"/>
    <w:rsid w:val="00B53C7E"/>
    <w:rsid w:val="00B53DEE"/>
    <w:rsid w:val="00B54694"/>
    <w:rsid w:val="00B57B35"/>
    <w:rsid w:val="00B57D04"/>
    <w:rsid w:val="00B60472"/>
    <w:rsid w:val="00B610BB"/>
    <w:rsid w:val="00B6143D"/>
    <w:rsid w:val="00B619C5"/>
    <w:rsid w:val="00B6212E"/>
    <w:rsid w:val="00B62277"/>
    <w:rsid w:val="00B63B5F"/>
    <w:rsid w:val="00B64CA2"/>
    <w:rsid w:val="00B64DAE"/>
    <w:rsid w:val="00B66E38"/>
    <w:rsid w:val="00B706B9"/>
    <w:rsid w:val="00B71DF0"/>
    <w:rsid w:val="00B726D3"/>
    <w:rsid w:val="00B73032"/>
    <w:rsid w:val="00B7339E"/>
    <w:rsid w:val="00B759C6"/>
    <w:rsid w:val="00B75B3D"/>
    <w:rsid w:val="00B75C42"/>
    <w:rsid w:val="00B7647A"/>
    <w:rsid w:val="00B764C1"/>
    <w:rsid w:val="00B7731F"/>
    <w:rsid w:val="00B774E4"/>
    <w:rsid w:val="00B80584"/>
    <w:rsid w:val="00B80F15"/>
    <w:rsid w:val="00B812FB"/>
    <w:rsid w:val="00B8130C"/>
    <w:rsid w:val="00B81E95"/>
    <w:rsid w:val="00B82138"/>
    <w:rsid w:val="00B84AA8"/>
    <w:rsid w:val="00B85EC1"/>
    <w:rsid w:val="00B86571"/>
    <w:rsid w:val="00B90BDA"/>
    <w:rsid w:val="00B91315"/>
    <w:rsid w:val="00B91B7D"/>
    <w:rsid w:val="00B91D18"/>
    <w:rsid w:val="00B92185"/>
    <w:rsid w:val="00B92828"/>
    <w:rsid w:val="00B94372"/>
    <w:rsid w:val="00B95548"/>
    <w:rsid w:val="00BA023C"/>
    <w:rsid w:val="00BA318C"/>
    <w:rsid w:val="00BA3902"/>
    <w:rsid w:val="00BA54ED"/>
    <w:rsid w:val="00BA6AD7"/>
    <w:rsid w:val="00BA6CD0"/>
    <w:rsid w:val="00BA7758"/>
    <w:rsid w:val="00BB0EAB"/>
    <w:rsid w:val="00BB123E"/>
    <w:rsid w:val="00BB1BC1"/>
    <w:rsid w:val="00BB1F54"/>
    <w:rsid w:val="00BB2CC6"/>
    <w:rsid w:val="00BB2FC5"/>
    <w:rsid w:val="00BB3358"/>
    <w:rsid w:val="00BB38C3"/>
    <w:rsid w:val="00BB3A76"/>
    <w:rsid w:val="00BB3B16"/>
    <w:rsid w:val="00BB4D6C"/>
    <w:rsid w:val="00BB4EE0"/>
    <w:rsid w:val="00BB6472"/>
    <w:rsid w:val="00BB64CE"/>
    <w:rsid w:val="00BB71D3"/>
    <w:rsid w:val="00BB7D18"/>
    <w:rsid w:val="00BC1819"/>
    <w:rsid w:val="00BC3411"/>
    <w:rsid w:val="00BC3AF7"/>
    <w:rsid w:val="00BC3D27"/>
    <w:rsid w:val="00BC3F48"/>
    <w:rsid w:val="00BC42B8"/>
    <w:rsid w:val="00BC4967"/>
    <w:rsid w:val="00BC5183"/>
    <w:rsid w:val="00BC560C"/>
    <w:rsid w:val="00BC5FDF"/>
    <w:rsid w:val="00BC6AA2"/>
    <w:rsid w:val="00BD1BDC"/>
    <w:rsid w:val="00BD1E37"/>
    <w:rsid w:val="00BD2846"/>
    <w:rsid w:val="00BD56E3"/>
    <w:rsid w:val="00BD6717"/>
    <w:rsid w:val="00BD6916"/>
    <w:rsid w:val="00BE0D57"/>
    <w:rsid w:val="00BE120B"/>
    <w:rsid w:val="00BE24D1"/>
    <w:rsid w:val="00BE2666"/>
    <w:rsid w:val="00BE331C"/>
    <w:rsid w:val="00BE3882"/>
    <w:rsid w:val="00BE4403"/>
    <w:rsid w:val="00BE619D"/>
    <w:rsid w:val="00BE69F0"/>
    <w:rsid w:val="00BE7678"/>
    <w:rsid w:val="00BF1AC0"/>
    <w:rsid w:val="00BF2234"/>
    <w:rsid w:val="00BF35CC"/>
    <w:rsid w:val="00BF4901"/>
    <w:rsid w:val="00BF4FF1"/>
    <w:rsid w:val="00BF58A9"/>
    <w:rsid w:val="00BF6BF7"/>
    <w:rsid w:val="00C00772"/>
    <w:rsid w:val="00C01110"/>
    <w:rsid w:val="00C05333"/>
    <w:rsid w:val="00C05467"/>
    <w:rsid w:val="00C07BA8"/>
    <w:rsid w:val="00C10024"/>
    <w:rsid w:val="00C11E8C"/>
    <w:rsid w:val="00C12AF6"/>
    <w:rsid w:val="00C138CB"/>
    <w:rsid w:val="00C148F7"/>
    <w:rsid w:val="00C14A19"/>
    <w:rsid w:val="00C1531A"/>
    <w:rsid w:val="00C15681"/>
    <w:rsid w:val="00C23791"/>
    <w:rsid w:val="00C244BD"/>
    <w:rsid w:val="00C24D49"/>
    <w:rsid w:val="00C24F56"/>
    <w:rsid w:val="00C30317"/>
    <w:rsid w:val="00C316BD"/>
    <w:rsid w:val="00C31B6B"/>
    <w:rsid w:val="00C3211F"/>
    <w:rsid w:val="00C32662"/>
    <w:rsid w:val="00C32B3A"/>
    <w:rsid w:val="00C32D26"/>
    <w:rsid w:val="00C33E95"/>
    <w:rsid w:val="00C34271"/>
    <w:rsid w:val="00C3438E"/>
    <w:rsid w:val="00C34B54"/>
    <w:rsid w:val="00C34CC5"/>
    <w:rsid w:val="00C34E1E"/>
    <w:rsid w:val="00C3501B"/>
    <w:rsid w:val="00C364D6"/>
    <w:rsid w:val="00C40888"/>
    <w:rsid w:val="00C42DA8"/>
    <w:rsid w:val="00C43FCE"/>
    <w:rsid w:val="00C468ED"/>
    <w:rsid w:val="00C46A53"/>
    <w:rsid w:val="00C508DB"/>
    <w:rsid w:val="00C52AB5"/>
    <w:rsid w:val="00C52E36"/>
    <w:rsid w:val="00C530F6"/>
    <w:rsid w:val="00C541A5"/>
    <w:rsid w:val="00C54222"/>
    <w:rsid w:val="00C54EF2"/>
    <w:rsid w:val="00C55D3B"/>
    <w:rsid w:val="00C605C7"/>
    <w:rsid w:val="00C610A0"/>
    <w:rsid w:val="00C62291"/>
    <w:rsid w:val="00C622A0"/>
    <w:rsid w:val="00C63F2F"/>
    <w:rsid w:val="00C63F90"/>
    <w:rsid w:val="00C644A1"/>
    <w:rsid w:val="00C64FDF"/>
    <w:rsid w:val="00C67F71"/>
    <w:rsid w:val="00C70F25"/>
    <w:rsid w:val="00C72324"/>
    <w:rsid w:val="00C74261"/>
    <w:rsid w:val="00C759B3"/>
    <w:rsid w:val="00C767E2"/>
    <w:rsid w:val="00C76E8A"/>
    <w:rsid w:val="00C779F2"/>
    <w:rsid w:val="00C803B0"/>
    <w:rsid w:val="00C80F03"/>
    <w:rsid w:val="00C81571"/>
    <w:rsid w:val="00C8234F"/>
    <w:rsid w:val="00C83FC0"/>
    <w:rsid w:val="00C8648E"/>
    <w:rsid w:val="00C86A99"/>
    <w:rsid w:val="00C86CE1"/>
    <w:rsid w:val="00C874E2"/>
    <w:rsid w:val="00C9017E"/>
    <w:rsid w:val="00C9096B"/>
    <w:rsid w:val="00C9386B"/>
    <w:rsid w:val="00C943F3"/>
    <w:rsid w:val="00C9465D"/>
    <w:rsid w:val="00C951B2"/>
    <w:rsid w:val="00C95632"/>
    <w:rsid w:val="00CA009E"/>
    <w:rsid w:val="00CA0743"/>
    <w:rsid w:val="00CA08E4"/>
    <w:rsid w:val="00CA0B5F"/>
    <w:rsid w:val="00CA1867"/>
    <w:rsid w:val="00CA1EDB"/>
    <w:rsid w:val="00CA2C30"/>
    <w:rsid w:val="00CA2FB4"/>
    <w:rsid w:val="00CA3D49"/>
    <w:rsid w:val="00CA449D"/>
    <w:rsid w:val="00CA573F"/>
    <w:rsid w:val="00CA62B0"/>
    <w:rsid w:val="00CA6503"/>
    <w:rsid w:val="00CA7D9B"/>
    <w:rsid w:val="00CB1426"/>
    <w:rsid w:val="00CB2357"/>
    <w:rsid w:val="00CB4893"/>
    <w:rsid w:val="00CB58BB"/>
    <w:rsid w:val="00CB5FA1"/>
    <w:rsid w:val="00CC1815"/>
    <w:rsid w:val="00CC1CD7"/>
    <w:rsid w:val="00CC1CDD"/>
    <w:rsid w:val="00CC22C5"/>
    <w:rsid w:val="00CC3395"/>
    <w:rsid w:val="00CC6A7F"/>
    <w:rsid w:val="00CC6EA7"/>
    <w:rsid w:val="00CC71B2"/>
    <w:rsid w:val="00CC7E80"/>
    <w:rsid w:val="00CD0108"/>
    <w:rsid w:val="00CD0295"/>
    <w:rsid w:val="00CD0866"/>
    <w:rsid w:val="00CD108A"/>
    <w:rsid w:val="00CD16CD"/>
    <w:rsid w:val="00CD29BE"/>
    <w:rsid w:val="00CD3138"/>
    <w:rsid w:val="00CD4307"/>
    <w:rsid w:val="00CD5734"/>
    <w:rsid w:val="00CD65B1"/>
    <w:rsid w:val="00CE0BB7"/>
    <w:rsid w:val="00CE13E1"/>
    <w:rsid w:val="00CE177D"/>
    <w:rsid w:val="00CE1A3C"/>
    <w:rsid w:val="00CE2A22"/>
    <w:rsid w:val="00CE3820"/>
    <w:rsid w:val="00CE3A13"/>
    <w:rsid w:val="00CE3C8F"/>
    <w:rsid w:val="00CE4958"/>
    <w:rsid w:val="00CE619C"/>
    <w:rsid w:val="00CE6767"/>
    <w:rsid w:val="00CE7CD2"/>
    <w:rsid w:val="00CF0DFA"/>
    <w:rsid w:val="00CF1034"/>
    <w:rsid w:val="00CF1344"/>
    <w:rsid w:val="00CF2550"/>
    <w:rsid w:val="00CF34A6"/>
    <w:rsid w:val="00CF35B5"/>
    <w:rsid w:val="00CF370F"/>
    <w:rsid w:val="00CF3826"/>
    <w:rsid w:val="00CF3FA1"/>
    <w:rsid w:val="00CF42DB"/>
    <w:rsid w:val="00CF4309"/>
    <w:rsid w:val="00CF4989"/>
    <w:rsid w:val="00CF5FA7"/>
    <w:rsid w:val="00CF7A30"/>
    <w:rsid w:val="00D00E00"/>
    <w:rsid w:val="00D01156"/>
    <w:rsid w:val="00D016B6"/>
    <w:rsid w:val="00D02729"/>
    <w:rsid w:val="00D033A3"/>
    <w:rsid w:val="00D0386B"/>
    <w:rsid w:val="00D03B96"/>
    <w:rsid w:val="00D03F20"/>
    <w:rsid w:val="00D046A3"/>
    <w:rsid w:val="00D0564A"/>
    <w:rsid w:val="00D077C9"/>
    <w:rsid w:val="00D10760"/>
    <w:rsid w:val="00D11C23"/>
    <w:rsid w:val="00D13CF9"/>
    <w:rsid w:val="00D15462"/>
    <w:rsid w:val="00D15C14"/>
    <w:rsid w:val="00D162F7"/>
    <w:rsid w:val="00D16641"/>
    <w:rsid w:val="00D166C6"/>
    <w:rsid w:val="00D16F3A"/>
    <w:rsid w:val="00D20843"/>
    <w:rsid w:val="00D217BA"/>
    <w:rsid w:val="00D21B18"/>
    <w:rsid w:val="00D235E0"/>
    <w:rsid w:val="00D236E0"/>
    <w:rsid w:val="00D2474D"/>
    <w:rsid w:val="00D25C6E"/>
    <w:rsid w:val="00D26704"/>
    <w:rsid w:val="00D27AB6"/>
    <w:rsid w:val="00D312CA"/>
    <w:rsid w:val="00D31E17"/>
    <w:rsid w:val="00D32F33"/>
    <w:rsid w:val="00D33A80"/>
    <w:rsid w:val="00D3481C"/>
    <w:rsid w:val="00D36D9E"/>
    <w:rsid w:val="00D3774A"/>
    <w:rsid w:val="00D37A87"/>
    <w:rsid w:val="00D37CDB"/>
    <w:rsid w:val="00D37FBD"/>
    <w:rsid w:val="00D415C7"/>
    <w:rsid w:val="00D416C4"/>
    <w:rsid w:val="00D41A67"/>
    <w:rsid w:val="00D43995"/>
    <w:rsid w:val="00D4430C"/>
    <w:rsid w:val="00D460F1"/>
    <w:rsid w:val="00D50669"/>
    <w:rsid w:val="00D50794"/>
    <w:rsid w:val="00D51D87"/>
    <w:rsid w:val="00D528C8"/>
    <w:rsid w:val="00D52928"/>
    <w:rsid w:val="00D540EE"/>
    <w:rsid w:val="00D54694"/>
    <w:rsid w:val="00D54A64"/>
    <w:rsid w:val="00D550C1"/>
    <w:rsid w:val="00D56556"/>
    <w:rsid w:val="00D57EDF"/>
    <w:rsid w:val="00D57F07"/>
    <w:rsid w:val="00D603E7"/>
    <w:rsid w:val="00D60A11"/>
    <w:rsid w:val="00D61760"/>
    <w:rsid w:val="00D6352B"/>
    <w:rsid w:val="00D63F4F"/>
    <w:rsid w:val="00D647E3"/>
    <w:rsid w:val="00D64E23"/>
    <w:rsid w:val="00D6578E"/>
    <w:rsid w:val="00D67889"/>
    <w:rsid w:val="00D7056E"/>
    <w:rsid w:val="00D706D0"/>
    <w:rsid w:val="00D7085A"/>
    <w:rsid w:val="00D71698"/>
    <w:rsid w:val="00D7254D"/>
    <w:rsid w:val="00D73065"/>
    <w:rsid w:val="00D757E2"/>
    <w:rsid w:val="00D75E6F"/>
    <w:rsid w:val="00D77F93"/>
    <w:rsid w:val="00D8085D"/>
    <w:rsid w:val="00D8092C"/>
    <w:rsid w:val="00D80E05"/>
    <w:rsid w:val="00D81AB4"/>
    <w:rsid w:val="00D833E8"/>
    <w:rsid w:val="00D855DB"/>
    <w:rsid w:val="00D85A24"/>
    <w:rsid w:val="00D86028"/>
    <w:rsid w:val="00D8643C"/>
    <w:rsid w:val="00D872D6"/>
    <w:rsid w:val="00D87BAC"/>
    <w:rsid w:val="00D90988"/>
    <w:rsid w:val="00D92065"/>
    <w:rsid w:val="00D92B65"/>
    <w:rsid w:val="00D92F91"/>
    <w:rsid w:val="00D93DE9"/>
    <w:rsid w:val="00DA0630"/>
    <w:rsid w:val="00DA17D5"/>
    <w:rsid w:val="00DA1AC2"/>
    <w:rsid w:val="00DA2419"/>
    <w:rsid w:val="00DA3454"/>
    <w:rsid w:val="00DA5546"/>
    <w:rsid w:val="00DA6063"/>
    <w:rsid w:val="00DA6DAB"/>
    <w:rsid w:val="00DA7015"/>
    <w:rsid w:val="00DA7FB1"/>
    <w:rsid w:val="00DB300F"/>
    <w:rsid w:val="00DB364A"/>
    <w:rsid w:val="00DB3AD2"/>
    <w:rsid w:val="00DB4864"/>
    <w:rsid w:val="00DB4E74"/>
    <w:rsid w:val="00DB68FA"/>
    <w:rsid w:val="00DB76BC"/>
    <w:rsid w:val="00DB7ED6"/>
    <w:rsid w:val="00DC14C3"/>
    <w:rsid w:val="00DC162F"/>
    <w:rsid w:val="00DC1907"/>
    <w:rsid w:val="00DC1C23"/>
    <w:rsid w:val="00DC2287"/>
    <w:rsid w:val="00DC2F8F"/>
    <w:rsid w:val="00DC3792"/>
    <w:rsid w:val="00DC43ED"/>
    <w:rsid w:val="00DC70E0"/>
    <w:rsid w:val="00DD09D6"/>
    <w:rsid w:val="00DD23BE"/>
    <w:rsid w:val="00DD37DC"/>
    <w:rsid w:val="00DD5480"/>
    <w:rsid w:val="00DD7398"/>
    <w:rsid w:val="00DE27DF"/>
    <w:rsid w:val="00DE2C26"/>
    <w:rsid w:val="00DE33FB"/>
    <w:rsid w:val="00DE47A2"/>
    <w:rsid w:val="00DE4AED"/>
    <w:rsid w:val="00DE4F06"/>
    <w:rsid w:val="00DE5FB6"/>
    <w:rsid w:val="00DF035C"/>
    <w:rsid w:val="00DF08AB"/>
    <w:rsid w:val="00DF0959"/>
    <w:rsid w:val="00DF2562"/>
    <w:rsid w:val="00DF2640"/>
    <w:rsid w:val="00DF2823"/>
    <w:rsid w:val="00DF2B00"/>
    <w:rsid w:val="00DF475D"/>
    <w:rsid w:val="00DF5788"/>
    <w:rsid w:val="00DF7104"/>
    <w:rsid w:val="00E00A8C"/>
    <w:rsid w:val="00E0142C"/>
    <w:rsid w:val="00E01CB4"/>
    <w:rsid w:val="00E022B8"/>
    <w:rsid w:val="00E02CAA"/>
    <w:rsid w:val="00E02E51"/>
    <w:rsid w:val="00E02E58"/>
    <w:rsid w:val="00E032F6"/>
    <w:rsid w:val="00E04C7F"/>
    <w:rsid w:val="00E05563"/>
    <w:rsid w:val="00E05727"/>
    <w:rsid w:val="00E0586C"/>
    <w:rsid w:val="00E06465"/>
    <w:rsid w:val="00E0709C"/>
    <w:rsid w:val="00E10CB5"/>
    <w:rsid w:val="00E13013"/>
    <w:rsid w:val="00E1527C"/>
    <w:rsid w:val="00E1534B"/>
    <w:rsid w:val="00E16415"/>
    <w:rsid w:val="00E1703A"/>
    <w:rsid w:val="00E175A7"/>
    <w:rsid w:val="00E17F20"/>
    <w:rsid w:val="00E201F7"/>
    <w:rsid w:val="00E20387"/>
    <w:rsid w:val="00E23608"/>
    <w:rsid w:val="00E26C9F"/>
    <w:rsid w:val="00E27BD8"/>
    <w:rsid w:val="00E323C0"/>
    <w:rsid w:val="00E33753"/>
    <w:rsid w:val="00E3539A"/>
    <w:rsid w:val="00E36504"/>
    <w:rsid w:val="00E36B86"/>
    <w:rsid w:val="00E36FD8"/>
    <w:rsid w:val="00E3759A"/>
    <w:rsid w:val="00E40268"/>
    <w:rsid w:val="00E4039A"/>
    <w:rsid w:val="00E41057"/>
    <w:rsid w:val="00E43265"/>
    <w:rsid w:val="00E444F5"/>
    <w:rsid w:val="00E45376"/>
    <w:rsid w:val="00E45C72"/>
    <w:rsid w:val="00E47FF6"/>
    <w:rsid w:val="00E51697"/>
    <w:rsid w:val="00E5398D"/>
    <w:rsid w:val="00E53FF9"/>
    <w:rsid w:val="00E54405"/>
    <w:rsid w:val="00E54AD4"/>
    <w:rsid w:val="00E55572"/>
    <w:rsid w:val="00E5622D"/>
    <w:rsid w:val="00E56861"/>
    <w:rsid w:val="00E57089"/>
    <w:rsid w:val="00E619F9"/>
    <w:rsid w:val="00E61CE4"/>
    <w:rsid w:val="00E6370C"/>
    <w:rsid w:val="00E63D34"/>
    <w:rsid w:val="00E64DA9"/>
    <w:rsid w:val="00E65172"/>
    <w:rsid w:val="00E664B6"/>
    <w:rsid w:val="00E66BF4"/>
    <w:rsid w:val="00E716B8"/>
    <w:rsid w:val="00E71F02"/>
    <w:rsid w:val="00E72586"/>
    <w:rsid w:val="00E72992"/>
    <w:rsid w:val="00E72DDD"/>
    <w:rsid w:val="00E73014"/>
    <w:rsid w:val="00E7487A"/>
    <w:rsid w:val="00E75A74"/>
    <w:rsid w:val="00E7664F"/>
    <w:rsid w:val="00E76E4B"/>
    <w:rsid w:val="00E76E50"/>
    <w:rsid w:val="00E777FA"/>
    <w:rsid w:val="00E77D77"/>
    <w:rsid w:val="00E805C3"/>
    <w:rsid w:val="00E83B6A"/>
    <w:rsid w:val="00E83EC9"/>
    <w:rsid w:val="00E840AD"/>
    <w:rsid w:val="00E84ED6"/>
    <w:rsid w:val="00E87BA6"/>
    <w:rsid w:val="00E92480"/>
    <w:rsid w:val="00E93408"/>
    <w:rsid w:val="00E9429A"/>
    <w:rsid w:val="00E95FBF"/>
    <w:rsid w:val="00E96FFC"/>
    <w:rsid w:val="00E97A8B"/>
    <w:rsid w:val="00E97F63"/>
    <w:rsid w:val="00EA0481"/>
    <w:rsid w:val="00EA23F6"/>
    <w:rsid w:val="00EA2991"/>
    <w:rsid w:val="00EB1292"/>
    <w:rsid w:val="00EB17B7"/>
    <w:rsid w:val="00EB225E"/>
    <w:rsid w:val="00EB2D41"/>
    <w:rsid w:val="00EB2E31"/>
    <w:rsid w:val="00EB3BBC"/>
    <w:rsid w:val="00EB4BFD"/>
    <w:rsid w:val="00EB63E3"/>
    <w:rsid w:val="00EB7D7C"/>
    <w:rsid w:val="00EC0435"/>
    <w:rsid w:val="00EC0AF2"/>
    <w:rsid w:val="00EC0D8C"/>
    <w:rsid w:val="00EC13BD"/>
    <w:rsid w:val="00EC165B"/>
    <w:rsid w:val="00EC280D"/>
    <w:rsid w:val="00EC29DC"/>
    <w:rsid w:val="00EC3331"/>
    <w:rsid w:val="00EC360D"/>
    <w:rsid w:val="00EC4AFC"/>
    <w:rsid w:val="00EC5632"/>
    <w:rsid w:val="00EC58C6"/>
    <w:rsid w:val="00EC682C"/>
    <w:rsid w:val="00EC6A9E"/>
    <w:rsid w:val="00EC71AA"/>
    <w:rsid w:val="00EC797D"/>
    <w:rsid w:val="00ED0124"/>
    <w:rsid w:val="00ED0D08"/>
    <w:rsid w:val="00ED1EBE"/>
    <w:rsid w:val="00ED2D12"/>
    <w:rsid w:val="00ED3C10"/>
    <w:rsid w:val="00ED5B5C"/>
    <w:rsid w:val="00ED5E7D"/>
    <w:rsid w:val="00ED6364"/>
    <w:rsid w:val="00ED7367"/>
    <w:rsid w:val="00ED7AEB"/>
    <w:rsid w:val="00EE004B"/>
    <w:rsid w:val="00EE0355"/>
    <w:rsid w:val="00EE1AA9"/>
    <w:rsid w:val="00EE1B9F"/>
    <w:rsid w:val="00EE3F89"/>
    <w:rsid w:val="00EE48BE"/>
    <w:rsid w:val="00EE7224"/>
    <w:rsid w:val="00EE7FE7"/>
    <w:rsid w:val="00EF019C"/>
    <w:rsid w:val="00EF02B6"/>
    <w:rsid w:val="00EF0FC4"/>
    <w:rsid w:val="00EF1505"/>
    <w:rsid w:val="00EF1D2C"/>
    <w:rsid w:val="00EF2544"/>
    <w:rsid w:val="00EF3565"/>
    <w:rsid w:val="00EF3E4D"/>
    <w:rsid w:val="00EF3ED5"/>
    <w:rsid w:val="00EF6AD4"/>
    <w:rsid w:val="00EF745C"/>
    <w:rsid w:val="00EF76F1"/>
    <w:rsid w:val="00F01426"/>
    <w:rsid w:val="00F01E0B"/>
    <w:rsid w:val="00F023F9"/>
    <w:rsid w:val="00F02941"/>
    <w:rsid w:val="00F0389D"/>
    <w:rsid w:val="00F03AA4"/>
    <w:rsid w:val="00F03B0B"/>
    <w:rsid w:val="00F05A28"/>
    <w:rsid w:val="00F07B1C"/>
    <w:rsid w:val="00F108E8"/>
    <w:rsid w:val="00F12409"/>
    <w:rsid w:val="00F14E2E"/>
    <w:rsid w:val="00F15624"/>
    <w:rsid w:val="00F2035C"/>
    <w:rsid w:val="00F2069E"/>
    <w:rsid w:val="00F212B0"/>
    <w:rsid w:val="00F23B89"/>
    <w:rsid w:val="00F249AE"/>
    <w:rsid w:val="00F24CE9"/>
    <w:rsid w:val="00F27254"/>
    <w:rsid w:val="00F30503"/>
    <w:rsid w:val="00F30907"/>
    <w:rsid w:val="00F3119D"/>
    <w:rsid w:val="00F31D51"/>
    <w:rsid w:val="00F31ED8"/>
    <w:rsid w:val="00F33032"/>
    <w:rsid w:val="00F3312E"/>
    <w:rsid w:val="00F33AB1"/>
    <w:rsid w:val="00F3797E"/>
    <w:rsid w:val="00F407BC"/>
    <w:rsid w:val="00F40E11"/>
    <w:rsid w:val="00F42F8E"/>
    <w:rsid w:val="00F4533E"/>
    <w:rsid w:val="00F4568F"/>
    <w:rsid w:val="00F459A9"/>
    <w:rsid w:val="00F46549"/>
    <w:rsid w:val="00F471FB"/>
    <w:rsid w:val="00F47BC4"/>
    <w:rsid w:val="00F503D9"/>
    <w:rsid w:val="00F50A84"/>
    <w:rsid w:val="00F51A85"/>
    <w:rsid w:val="00F526F4"/>
    <w:rsid w:val="00F52F32"/>
    <w:rsid w:val="00F56664"/>
    <w:rsid w:val="00F56DD3"/>
    <w:rsid w:val="00F57615"/>
    <w:rsid w:val="00F6192A"/>
    <w:rsid w:val="00F630C9"/>
    <w:rsid w:val="00F636E3"/>
    <w:rsid w:val="00F64C11"/>
    <w:rsid w:val="00F64D2B"/>
    <w:rsid w:val="00F65439"/>
    <w:rsid w:val="00F66636"/>
    <w:rsid w:val="00F66A43"/>
    <w:rsid w:val="00F67449"/>
    <w:rsid w:val="00F7100D"/>
    <w:rsid w:val="00F71324"/>
    <w:rsid w:val="00F715B4"/>
    <w:rsid w:val="00F7271D"/>
    <w:rsid w:val="00F73DC2"/>
    <w:rsid w:val="00F7439E"/>
    <w:rsid w:val="00F74904"/>
    <w:rsid w:val="00F74C03"/>
    <w:rsid w:val="00F75755"/>
    <w:rsid w:val="00F7709B"/>
    <w:rsid w:val="00F8155E"/>
    <w:rsid w:val="00F81A49"/>
    <w:rsid w:val="00F82AA2"/>
    <w:rsid w:val="00F83213"/>
    <w:rsid w:val="00F83448"/>
    <w:rsid w:val="00F84FA6"/>
    <w:rsid w:val="00F850CD"/>
    <w:rsid w:val="00F86773"/>
    <w:rsid w:val="00F90DA0"/>
    <w:rsid w:val="00F9179C"/>
    <w:rsid w:val="00F93934"/>
    <w:rsid w:val="00F950A6"/>
    <w:rsid w:val="00F9589B"/>
    <w:rsid w:val="00FA0BA0"/>
    <w:rsid w:val="00FA1BEE"/>
    <w:rsid w:val="00FA277E"/>
    <w:rsid w:val="00FA2B9C"/>
    <w:rsid w:val="00FA3C46"/>
    <w:rsid w:val="00FA3CE8"/>
    <w:rsid w:val="00FA4EFD"/>
    <w:rsid w:val="00FA6B6B"/>
    <w:rsid w:val="00FA6DCB"/>
    <w:rsid w:val="00FA6E3A"/>
    <w:rsid w:val="00FA7509"/>
    <w:rsid w:val="00FB09E1"/>
    <w:rsid w:val="00FB0B2F"/>
    <w:rsid w:val="00FB2747"/>
    <w:rsid w:val="00FB28D5"/>
    <w:rsid w:val="00FB39B7"/>
    <w:rsid w:val="00FB39BB"/>
    <w:rsid w:val="00FB42A6"/>
    <w:rsid w:val="00FB6484"/>
    <w:rsid w:val="00FB7AFE"/>
    <w:rsid w:val="00FC1085"/>
    <w:rsid w:val="00FC1D2C"/>
    <w:rsid w:val="00FC60AC"/>
    <w:rsid w:val="00FC6E31"/>
    <w:rsid w:val="00FC78EE"/>
    <w:rsid w:val="00FD0843"/>
    <w:rsid w:val="00FD1055"/>
    <w:rsid w:val="00FD212C"/>
    <w:rsid w:val="00FD4F53"/>
    <w:rsid w:val="00FD6101"/>
    <w:rsid w:val="00FD624B"/>
    <w:rsid w:val="00FD624F"/>
    <w:rsid w:val="00FD6810"/>
    <w:rsid w:val="00FE1514"/>
    <w:rsid w:val="00FE329D"/>
    <w:rsid w:val="00FE4672"/>
    <w:rsid w:val="00FE50AE"/>
    <w:rsid w:val="00FE58A3"/>
    <w:rsid w:val="00FE5F06"/>
    <w:rsid w:val="00FE78BE"/>
    <w:rsid w:val="00FF0454"/>
    <w:rsid w:val="00FF06AD"/>
    <w:rsid w:val="00FF1006"/>
    <w:rsid w:val="00FF1FCF"/>
    <w:rsid w:val="00FF41D0"/>
    <w:rsid w:val="00FF6617"/>
    <w:rsid w:val="00FF71BF"/>
    <w:rsid w:val="00FF76FE"/>
    <w:rsid w:val="00FF7C3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43A08D6-9815-4700-A282-E1F6B229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5B4E"/>
    <w:rPr>
      <w:sz w:val="24"/>
      <w:szCs w:val="24"/>
      <w:lang w:val="ru-RU" w:eastAsia="ru-RU"/>
    </w:rPr>
  </w:style>
  <w:style w:type="paragraph" w:styleId="4">
    <w:name w:val="heading 4"/>
    <w:basedOn w:val="a"/>
    <w:link w:val="40"/>
    <w:uiPriority w:val="9"/>
    <w:qFormat/>
    <w:rsid w:val="00590560"/>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header"/>
    <w:basedOn w:val="a"/>
    <w:rsid w:val="00C43FCE"/>
    <w:pPr>
      <w:tabs>
        <w:tab w:val="center" w:pos="4677"/>
        <w:tab w:val="right" w:pos="9355"/>
      </w:tabs>
    </w:pPr>
  </w:style>
  <w:style w:type="paragraph" w:styleId="a4">
    <w:name w:val="footer"/>
    <w:basedOn w:val="a"/>
    <w:rsid w:val="00C43FCE"/>
    <w:pPr>
      <w:tabs>
        <w:tab w:val="center" w:pos="4677"/>
        <w:tab w:val="right" w:pos="9355"/>
      </w:tabs>
    </w:pPr>
  </w:style>
  <w:style w:type="character" w:styleId="a5">
    <w:name w:val="Emphasis"/>
    <w:qFormat/>
    <w:rsid w:val="008B001C"/>
    <w:rPr>
      <w:i/>
      <w:iCs/>
    </w:rPr>
  </w:style>
  <w:style w:type="table" w:styleId="a6">
    <w:name w:val="Table Grid"/>
    <w:basedOn w:val="a1"/>
    <w:rsid w:val="003957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hidden/>
    </w:trPr>
  </w:style>
  <w:style w:type="paragraph" w:styleId="a7">
    <w:name w:val="Balloon Text"/>
    <w:basedOn w:val="a"/>
    <w:semiHidden/>
    <w:rsid w:val="00005B4E"/>
    <w:rPr>
      <w:rFonts w:ascii="Tahoma" w:hAnsi="Tahoma" w:cs="Tahoma"/>
      <w:sz w:val="16"/>
      <w:szCs w:val="16"/>
    </w:rPr>
  </w:style>
  <w:style w:type="character" w:customStyle="1" w:styleId="40">
    <w:name w:val="Заголовок 4 Знак"/>
    <w:link w:val="4"/>
    <w:uiPriority w:val="9"/>
    <w:rsid w:val="00590560"/>
    <w:rPr>
      <w:b/>
      <w:bCs/>
      <w:sz w:val="24"/>
      <w:szCs w:val="24"/>
    </w:rPr>
  </w:style>
  <w:style w:type="paragraph" w:customStyle="1" w:styleId="Sansinterligne">
    <w:name w:val="Sans interligne"/>
    <w:uiPriority w:val="1"/>
    <w:qFormat/>
    <w:rsid w:val="00AA186A"/>
    <w:rPr>
      <w:rFonts w:ascii="Calibri" w:eastAsia="Calibri" w:hAnsi="Calibri" w:cs="Arial"/>
      <w:sz w:val="22"/>
      <w:szCs w:val="24"/>
      <w:lang w:val="ru-RU"/>
    </w:rPr>
  </w:style>
  <w:style w:type="character" w:styleId="a8">
    <w:name w:val="Hyperlink"/>
    <w:uiPriority w:val="99"/>
    <w:unhideWhenUsed/>
    <w:rsid w:val="00AA186A"/>
    <w:rPr>
      <w:color w:val="0000FF"/>
      <w:u w:val="single"/>
    </w:rPr>
  </w:style>
  <w:style w:type="paragraph" w:customStyle="1" w:styleId="Default">
    <w:name w:val="Default"/>
    <w:rsid w:val="00AA186A"/>
    <w:pPr>
      <w:autoSpaceDE w:val="0"/>
      <w:autoSpaceDN w:val="0"/>
      <w:adjustRightInd w:val="0"/>
    </w:pPr>
    <w:rPr>
      <w:rFonts w:ascii="Calibri" w:hAnsi="Calibri" w:cs="Calibri"/>
      <w:color w:val="000000"/>
      <w:sz w:val="24"/>
      <w:szCs w:val="24"/>
      <w:lang w:val="ru-RU" w:eastAsia="ru-RU"/>
    </w:rPr>
  </w:style>
  <w:style w:type="paragraph" w:customStyle="1" w:styleId="CM4">
    <w:name w:val="CM4"/>
    <w:basedOn w:val="Default"/>
    <w:next w:val="Default"/>
    <w:uiPriority w:val="99"/>
    <w:rsid w:val="009E3A81"/>
    <w:pPr>
      <w:widowControl w:val="0"/>
    </w:pPr>
    <w:rPr>
      <w:rFonts w:ascii="Arial" w:hAnsi="Arial" w:cs="Arial"/>
      <w:color w:val="auto"/>
    </w:rPr>
  </w:style>
  <w:style w:type="paragraph" w:customStyle="1" w:styleId="ColorfulShading-Accent11">
    <w:name w:val="Colorful Shading - Accent 11"/>
    <w:hidden/>
    <w:uiPriority w:val="99"/>
    <w:semiHidden/>
    <w:rsid w:val="00E72992"/>
    <w:rPr>
      <w:sz w:val="24"/>
      <w:szCs w:val="24"/>
      <w:lang w:val="ru-RU" w:eastAsia="ru-RU"/>
    </w:rPr>
  </w:style>
  <w:style w:type="character" w:styleId="a9">
    <w:name w:val="annotation reference"/>
    <w:rsid w:val="0049725F"/>
    <w:rPr>
      <w:sz w:val="16"/>
      <w:szCs w:val="16"/>
    </w:rPr>
  </w:style>
  <w:style w:type="paragraph" w:styleId="aa">
    <w:name w:val="annotation text"/>
    <w:basedOn w:val="a"/>
    <w:link w:val="ab"/>
    <w:rsid w:val="0049725F"/>
    <w:rPr>
      <w:sz w:val="20"/>
      <w:szCs w:val="20"/>
    </w:rPr>
  </w:style>
  <w:style w:type="character" w:customStyle="1" w:styleId="ab">
    <w:name w:val="Текст примечания Знак"/>
    <w:link w:val="aa"/>
    <w:rsid w:val="0049725F"/>
    <w:rPr>
      <w:lang w:val="ru-RU" w:eastAsia="ru-RU"/>
    </w:rPr>
  </w:style>
  <w:style w:type="paragraph" w:styleId="ac">
    <w:name w:val="annotation subject"/>
    <w:basedOn w:val="aa"/>
    <w:next w:val="aa"/>
    <w:link w:val="ad"/>
    <w:rsid w:val="0049725F"/>
    <w:rPr>
      <w:b/>
      <w:bCs/>
    </w:rPr>
  </w:style>
  <w:style w:type="character" w:customStyle="1" w:styleId="ad">
    <w:name w:val="Тема примечания Знак"/>
    <w:link w:val="ac"/>
    <w:rsid w:val="0049725F"/>
    <w:rPr>
      <w:b/>
      <w:bCs/>
      <w:lang w:val="ru-RU" w:eastAsia="ru-RU"/>
    </w:rPr>
  </w:style>
  <w:style w:type="table" w:customStyle="1" w:styleId="TableGrid1">
    <w:name w:val="Table Grid1"/>
    <w:basedOn w:val="a1"/>
    <w:next w:val="a6"/>
    <w:uiPriority w:val="59"/>
    <w:rsid w:val="005B4857"/>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ae">
    <w:name w:val="footnote text"/>
    <w:basedOn w:val="a"/>
    <w:link w:val="af"/>
    <w:rsid w:val="000B7B04"/>
    <w:rPr>
      <w:sz w:val="20"/>
      <w:szCs w:val="20"/>
    </w:rPr>
  </w:style>
  <w:style w:type="character" w:customStyle="1" w:styleId="af">
    <w:name w:val="Текст сноски Знак"/>
    <w:link w:val="ae"/>
    <w:rsid w:val="000B7B04"/>
    <w:rPr>
      <w:lang w:eastAsia="ru-RU"/>
    </w:rPr>
  </w:style>
  <w:style w:type="character" w:styleId="af0">
    <w:name w:val="footnote reference"/>
    <w:rsid w:val="000B7B04"/>
    <w:rPr>
      <w:vertAlign w:val="superscript"/>
    </w:rPr>
  </w:style>
  <w:style w:type="character" w:styleId="af1">
    <w:name w:val="Strong"/>
    <w:uiPriority w:val="22"/>
    <w:qFormat/>
    <w:rsid w:val="00AF3921"/>
    <w:rPr>
      <w:b/>
      <w:bCs/>
    </w:rPr>
  </w:style>
  <w:style w:type="character" w:styleId="af2">
    <w:name w:val="FollowedHyperlink"/>
    <w:basedOn w:val="a0"/>
    <w:rsid w:val="00E777FA"/>
    <w:rPr>
      <w:color w:val="800080" w:themeColor="followedHyperlink"/>
      <w:u w:val="single"/>
    </w:rPr>
  </w:style>
  <w:style w:type="character" w:customStyle="1" w:styleId="hps">
    <w:name w:val="hps"/>
    <w:rsid w:val="00843659"/>
  </w:style>
  <w:style w:type="paragraph" w:styleId="af3">
    <w:name w:val="List Paragraph"/>
    <w:basedOn w:val="a"/>
    <w:uiPriority w:val="34"/>
    <w:qFormat/>
    <w:rsid w:val="00B107C7"/>
    <w:pPr>
      <w:ind w:left="720"/>
      <w:contextualSpacing/>
    </w:pPr>
  </w:style>
  <w:style w:type="character" w:customStyle="1" w:styleId="atn">
    <w:name w:val="atn"/>
    <w:basedOn w:val="a0"/>
    <w:rsid w:val="005C58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54053">
      <w:bodyDiv w:val="1"/>
      <w:marLeft w:val="0"/>
      <w:marRight w:val="0"/>
      <w:marTop w:val="0"/>
      <w:marBottom w:val="0"/>
      <w:divBdr>
        <w:top w:val="none" w:sz="0" w:space="0" w:color="auto"/>
        <w:left w:val="none" w:sz="0" w:space="0" w:color="auto"/>
        <w:bottom w:val="none" w:sz="0" w:space="0" w:color="auto"/>
        <w:right w:val="none" w:sz="0" w:space="0" w:color="auto"/>
      </w:divBdr>
    </w:div>
    <w:div w:id="381635725">
      <w:bodyDiv w:val="1"/>
      <w:marLeft w:val="0"/>
      <w:marRight w:val="0"/>
      <w:marTop w:val="0"/>
      <w:marBottom w:val="0"/>
      <w:divBdr>
        <w:top w:val="none" w:sz="0" w:space="0" w:color="auto"/>
        <w:left w:val="none" w:sz="0" w:space="0" w:color="auto"/>
        <w:bottom w:val="none" w:sz="0" w:space="0" w:color="auto"/>
        <w:right w:val="none" w:sz="0" w:space="0" w:color="auto"/>
      </w:divBdr>
    </w:div>
    <w:div w:id="543060389">
      <w:bodyDiv w:val="1"/>
      <w:marLeft w:val="0"/>
      <w:marRight w:val="0"/>
      <w:marTop w:val="0"/>
      <w:marBottom w:val="0"/>
      <w:divBdr>
        <w:top w:val="none" w:sz="0" w:space="0" w:color="auto"/>
        <w:left w:val="none" w:sz="0" w:space="0" w:color="auto"/>
        <w:bottom w:val="none" w:sz="0" w:space="0" w:color="auto"/>
        <w:right w:val="none" w:sz="0" w:space="0" w:color="auto"/>
      </w:divBdr>
    </w:div>
    <w:div w:id="546913094">
      <w:bodyDiv w:val="1"/>
      <w:marLeft w:val="0"/>
      <w:marRight w:val="0"/>
      <w:marTop w:val="0"/>
      <w:marBottom w:val="0"/>
      <w:divBdr>
        <w:top w:val="none" w:sz="0" w:space="0" w:color="auto"/>
        <w:left w:val="none" w:sz="0" w:space="0" w:color="auto"/>
        <w:bottom w:val="none" w:sz="0" w:space="0" w:color="auto"/>
        <w:right w:val="none" w:sz="0" w:space="0" w:color="auto"/>
      </w:divBdr>
    </w:div>
    <w:div w:id="575406569">
      <w:bodyDiv w:val="1"/>
      <w:marLeft w:val="0"/>
      <w:marRight w:val="0"/>
      <w:marTop w:val="0"/>
      <w:marBottom w:val="0"/>
      <w:divBdr>
        <w:top w:val="none" w:sz="0" w:space="0" w:color="auto"/>
        <w:left w:val="none" w:sz="0" w:space="0" w:color="auto"/>
        <w:bottom w:val="none" w:sz="0" w:space="0" w:color="auto"/>
        <w:right w:val="none" w:sz="0" w:space="0" w:color="auto"/>
      </w:divBdr>
    </w:div>
    <w:div w:id="919948565">
      <w:bodyDiv w:val="1"/>
      <w:marLeft w:val="0"/>
      <w:marRight w:val="0"/>
      <w:marTop w:val="0"/>
      <w:marBottom w:val="0"/>
      <w:divBdr>
        <w:top w:val="none" w:sz="0" w:space="0" w:color="auto"/>
        <w:left w:val="none" w:sz="0" w:space="0" w:color="auto"/>
        <w:bottom w:val="none" w:sz="0" w:space="0" w:color="auto"/>
        <w:right w:val="none" w:sz="0" w:space="0" w:color="auto"/>
      </w:divBdr>
    </w:div>
    <w:div w:id="1243877917">
      <w:bodyDiv w:val="1"/>
      <w:marLeft w:val="0"/>
      <w:marRight w:val="0"/>
      <w:marTop w:val="0"/>
      <w:marBottom w:val="0"/>
      <w:divBdr>
        <w:top w:val="none" w:sz="0" w:space="0" w:color="auto"/>
        <w:left w:val="none" w:sz="0" w:space="0" w:color="auto"/>
        <w:bottom w:val="none" w:sz="0" w:space="0" w:color="auto"/>
        <w:right w:val="none" w:sz="0" w:space="0" w:color="auto"/>
      </w:divBdr>
    </w:div>
    <w:div w:id="1330258638">
      <w:bodyDiv w:val="1"/>
      <w:marLeft w:val="0"/>
      <w:marRight w:val="0"/>
      <w:marTop w:val="0"/>
      <w:marBottom w:val="0"/>
      <w:divBdr>
        <w:top w:val="none" w:sz="0" w:space="0" w:color="auto"/>
        <w:left w:val="none" w:sz="0" w:space="0" w:color="auto"/>
        <w:bottom w:val="none" w:sz="0" w:space="0" w:color="auto"/>
        <w:right w:val="none" w:sz="0" w:space="0" w:color="auto"/>
      </w:divBdr>
    </w:div>
    <w:div w:id="1368069132">
      <w:bodyDiv w:val="1"/>
      <w:marLeft w:val="0"/>
      <w:marRight w:val="0"/>
      <w:marTop w:val="0"/>
      <w:marBottom w:val="0"/>
      <w:divBdr>
        <w:top w:val="none" w:sz="0" w:space="0" w:color="auto"/>
        <w:left w:val="none" w:sz="0" w:space="0" w:color="auto"/>
        <w:bottom w:val="none" w:sz="0" w:space="0" w:color="auto"/>
        <w:right w:val="none" w:sz="0" w:space="0" w:color="auto"/>
      </w:divBdr>
    </w:div>
    <w:div w:id="1725642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okmarke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kmarket.ru" TargetMode="External"/><Relationship Id="rId4" Type="http://schemas.openxmlformats.org/officeDocument/2006/relationships/settings" Target="settings.xml"/><Relationship Id="rId9" Type="http://schemas.openxmlformats.org/officeDocument/2006/relationships/hyperlink" Target="http://www.okmarke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radina.OKEY\AppData\Local\Microsoft\Windows\Temporary%20Internet%20Files\Content.Outlook\JPDM83US\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EA652-B3B8-4540-9AA9-715B30E3F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Template>
  <TotalTime>18</TotalTime>
  <Pages>1</Pages>
  <Words>279</Words>
  <Characters>1592</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1868</CharactersWithSpaces>
  <SharedDoc>false</SharedDoc>
  <HLinks>
    <vt:vector size="24" baseType="variant">
      <vt:variant>
        <vt:i4>6619191</vt:i4>
      </vt:variant>
      <vt:variant>
        <vt:i4>9</vt:i4>
      </vt:variant>
      <vt:variant>
        <vt:i4>0</vt:i4>
      </vt:variant>
      <vt:variant>
        <vt:i4>5</vt:i4>
      </vt:variant>
      <vt:variant>
        <vt:lpwstr>http://www.okmarket.ru/</vt:lpwstr>
      </vt:variant>
      <vt:variant>
        <vt:lpwstr/>
      </vt:variant>
      <vt:variant>
        <vt:i4>2883587</vt:i4>
      </vt:variant>
      <vt:variant>
        <vt:i4>6</vt:i4>
      </vt:variant>
      <vt:variant>
        <vt:i4>0</vt:i4>
      </vt:variant>
      <vt:variant>
        <vt:i4>5</vt:i4>
      </vt:variant>
      <vt:variant>
        <vt:lpwstr>mailto:ir@okmarket.ru</vt:lpwstr>
      </vt:variant>
      <vt:variant>
        <vt:lpwstr/>
      </vt:variant>
      <vt:variant>
        <vt:i4>786509</vt:i4>
      </vt:variant>
      <vt:variant>
        <vt:i4>3</vt:i4>
      </vt:variant>
      <vt:variant>
        <vt:i4>0</vt:i4>
      </vt:variant>
      <vt:variant>
        <vt:i4>5</vt:i4>
      </vt:variant>
      <vt:variant>
        <vt:lpwstr>http://okeyinvestors.ru/</vt:lpwstr>
      </vt:variant>
      <vt:variant>
        <vt:lpwstr/>
      </vt:variant>
      <vt:variant>
        <vt:i4>4325443</vt:i4>
      </vt:variant>
      <vt:variant>
        <vt:i4>0</vt:i4>
      </vt:variant>
      <vt:variant>
        <vt:i4>0</vt:i4>
      </vt:variant>
      <vt:variant>
        <vt:i4>5</vt:i4>
      </vt:variant>
      <vt:variant>
        <vt:lpwstr>https://cossprereg.btci.com/prereg/key.process?key=RB99GXULP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mradina</dc:creator>
  <cp:lastModifiedBy>Natalia Vlasova</cp:lastModifiedBy>
  <cp:revision>4</cp:revision>
  <cp:lastPrinted>2015-08-26T15:17:00Z</cp:lastPrinted>
  <dcterms:created xsi:type="dcterms:W3CDTF">2015-08-31T14:16:00Z</dcterms:created>
  <dcterms:modified xsi:type="dcterms:W3CDTF">2015-08-31T14:34:00Z</dcterms:modified>
</cp:coreProperties>
</file>